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889E8" w14:textId="52E79881" w:rsidR="004E2C6F" w:rsidRPr="000A4111" w:rsidRDefault="00396217" w:rsidP="0034744C">
      <w:pPr>
        <w:pStyle w:val="PIDachzeile"/>
        <w:tabs>
          <w:tab w:val="left" w:pos="1309"/>
        </w:tabs>
        <w:ind w:right="3490"/>
        <w:rPr>
          <w:b/>
          <w:bCs/>
          <w:noProof/>
          <w:sz w:val="28"/>
          <w:szCs w:val="28"/>
        </w:rPr>
      </w:pPr>
      <w:r w:rsidRPr="000A4111">
        <w:rPr>
          <w:noProof/>
        </w:rPr>
        <mc:AlternateContent>
          <mc:Choice Requires="wps">
            <w:drawing>
              <wp:anchor distT="0" distB="0" distL="114300" distR="114300" simplePos="0" relativeHeight="251658240" behindDoc="0" locked="0" layoutInCell="1" allowOverlap="1" wp14:anchorId="2711293E" wp14:editId="3D664712">
                <wp:simplePos x="0" y="0"/>
                <wp:positionH relativeFrom="column">
                  <wp:posOffset>3619500</wp:posOffset>
                </wp:positionH>
                <wp:positionV relativeFrom="paragraph">
                  <wp:posOffset>7620</wp:posOffset>
                </wp:positionV>
                <wp:extent cx="2633980" cy="333057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76234AD6" w14:textId="77777777" w:rsidR="000136BF" w:rsidRDefault="000136BF" w:rsidP="000136BF">
                                  <w:pPr>
                                    <w:pStyle w:val="PIKontakt"/>
                                    <w:rPr>
                                      <w:b/>
                                    </w:rPr>
                                  </w:pPr>
                                  <w:r>
                                    <w:rPr>
                                      <w:b/>
                                    </w:rPr>
                                    <w:t>Presse- und Öffentlichkeitsarbeit</w:t>
                                  </w:r>
                                </w:p>
                                <w:p w14:paraId="42FAD9F2" w14:textId="77777777" w:rsidR="000136BF" w:rsidRPr="00166725" w:rsidRDefault="000136BF" w:rsidP="000136BF">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3E224FC" w14:textId="0F7CFEBD" w:rsidR="00396217" w:rsidRDefault="000136BF" w:rsidP="000136BF">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w:t>
                                  </w:r>
                                  <w:r w:rsidR="003071F9">
                                    <w:t>de</w:t>
                                  </w: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1293E" id="_x0000_t202" coordsize="21600,21600" o:spt="202" path="m,l,21600r21600,l21600,xe">
                <v:stroke joinstyle="miter"/>
                <v:path gradientshapeok="t" o:connecttype="rect"/>
              </v:shapetype>
              <v:shape id="Text Box 3" o:spid="_x0000_s1026" type="#_x0000_t202" style="position:absolute;margin-left:285pt;margin-top:.6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76234AD6" w14:textId="77777777" w:rsidR="000136BF" w:rsidRDefault="000136BF" w:rsidP="000136BF">
                            <w:pPr>
                              <w:pStyle w:val="PIKontakt"/>
                              <w:rPr>
                                <w:b/>
                              </w:rPr>
                            </w:pPr>
                            <w:r>
                              <w:rPr>
                                <w:b/>
                              </w:rPr>
                              <w:t>Presse- und Öffentlichkeitsarbeit</w:t>
                            </w:r>
                          </w:p>
                          <w:p w14:paraId="42FAD9F2" w14:textId="77777777" w:rsidR="000136BF" w:rsidRPr="00166725" w:rsidRDefault="000136BF" w:rsidP="000136BF">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3E224FC" w14:textId="0F7CFEBD" w:rsidR="00396217" w:rsidRDefault="000136BF" w:rsidP="000136BF">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w:t>
                            </w:r>
                            <w:r w:rsidR="003071F9">
                              <w:t>de</w:t>
                            </w: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v:textbox>
              </v:shape>
            </w:pict>
          </mc:Fallback>
        </mc:AlternateContent>
      </w:r>
      <w:r w:rsidR="000136BF">
        <w:rPr>
          <w:noProof/>
        </w:rPr>
        <w:t xml:space="preserve">Evon </w:t>
      </w:r>
      <w:r w:rsidR="00A109B3">
        <w:rPr>
          <w:noProof/>
        </w:rPr>
        <w:t xml:space="preserve">ist </w:t>
      </w:r>
      <w:r w:rsidR="000136BF">
        <w:rPr>
          <w:noProof/>
        </w:rPr>
        <w:t>jetzt Teil des Eplan Partner Networks</w:t>
      </w:r>
    </w:p>
    <w:p w14:paraId="06B3C62E" w14:textId="2A396081" w:rsidR="00D35534" w:rsidRDefault="000136BF" w:rsidP="0020315E">
      <w:pPr>
        <w:pStyle w:val="PIDachzeile"/>
        <w:ind w:right="3493"/>
        <w:rPr>
          <w:b/>
          <w:bCs/>
          <w:i w:val="0"/>
          <w:noProof/>
          <w:sz w:val="28"/>
          <w:szCs w:val="28"/>
          <w:u w:val="none"/>
        </w:rPr>
      </w:pPr>
      <w:r>
        <w:rPr>
          <w:b/>
          <w:bCs/>
          <w:i w:val="0"/>
          <w:noProof/>
          <w:sz w:val="28"/>
          <w:szCs w:val="28"/>
          <w:u w:val="none"/>
        </w:rPr>
        <w:t>Die digitale Wertschöpfungskette der Gebäudeautomation im Fokus</w:t>
      </w:r>
    </w:p>
    <w:p w14:paraId="4A0A3546" w14:textId="70BEEB57" w:rsidR="00966B26" w:rsidRPr="00966B26" w:rsidRDefault="00070524" w:rsidP="00C43A37">
      <w:pPr>
        <w:suppressAutoHyphens/>
        <w:spacing w:line="312" w:lineRule="auto"/>
        <w:ind w:right="3493"/>
        <w:rPr>
          <w:rFonts w:ascii="Arial" w:hAnsi="Arial" w:cs="Arial"/>
          <w:b/>
          <w:bCs/>
          <w:sz w:val="22"/>
          <w:szCs w:val="22"/>
        </w:rPr>
      </w:pPr>
      <w:r w:rsidRPr="00966B26">
        <w:rPr>
          <w:rFonts w:ascii="Arial" w:hAnsi="Arial" w:cs="Arial"/>
          <w:b/>
          <w:bCs/>
          <w:sz w:val="22"/>
          <w:szCs w:val="22"/>
        </w:rPr>
        <w:t>Mehr Effizienz in der gesamten Wertschöpfungskette</w:t>
      </w:r>
      <w:r w:rsidR="00966B26" w:rsidRPr="00966B26">
        <w:rPr>
          <w:rFonts w:ascii="Arial" w:hAnsi="Arial" w:cs="Arial"/>
          <w:b/>
          <w:bCs/>
          <w:sz w:val="22"/>
          <w:szCs w:val="22"/>
        </w:rPr>
        <w:t xml:space="preserve"> der Gebäude</w:t>
      </w:r>
      <w:r w:rsidR="003071F9">
        <w:rPr>
          <w:rFonts w:ascii="Arial" w:hAnsi="Arial" w:cs="Arial"/>
          <w:b/>
          <w:bCs/>
          <w:sz w:val="22"/>
          <w:szCs w:val="22"/>
        </w:rPr>
        <w:t>technik</w:t>
      </w:r>
      <w:r w:rsidR="00966B26" w:rsidRPr="00966B26">
        <w:rPr>
          <w:rFonts w:ascii="Arial" w:hAnsi="Arial" w:cs="Arial"/>
          <w:b/>
          <w:bCs/>
          <w:sz w:val="22"/>
          <w:szCs w:val="22"/>
        </w:rPr>
        <w:t xml:space="preserve"> –</w:t>
      </w:r>
      <w:r w:rsidR="00D36D33">
        <w:rPr>
          <w:rFonts w:ascii="Arial" w:hAnsi="Arial" w:cs="Arial"/>
          <w:b/>
          <w:bCs/>
          <w:sz w:val="22"/>
          <w:szCs w:val="22"/>
        </w:rPr>
        <w:t xml:space="preserve"> </w:t>
      </w:r>
      <w:r w:rsidR="00966B26" w:rsidRPr="00966B26">
        <w:rPr>
          <w:rFonts w:ascii="Arial" w:hAnsi="Arial" w:cs="Arial"/>
          <w:b/>
          <w:bCs/>
          <w:sz w:val="22"/>
          <w:szCs w:val="22"/>
        </w:rPr>
        <w:t>von</w:t>
      </w:r>
      <w:r w:rsidRPr="00966B26">
        <w:rPr>
          <w:rFonts w:ascii="Arial" w:hAnsi="Arial" w:cs="Arial"/>
          <w:b/>
          <w:bCs/>
          <w:sz w:val="22"/>
          <w:szCs w:val="22"/>
        </w:rPr>
        <w:t xml:space="preserve"> </w:t>
      </w:r>
      <w:r w:rsidR="00B5259E">
        <w:rPr>
          <w:rFonts w:ascii="Arial" w:hAnsi="Arial" w:cs="Arial"/>
          <w:b/>
          <w:bCs/>
          <w:sz w:val="22"/>
          <w:szCs w:val="22"/>
        </w:rPr>
        <w:t xml:space="preserve">Spezifikation bis </w:t>
      </w:r>
      <w:r w:rsidR="00D301C9">
        <w:rPr>
          <w:rFonts w:ascii="Arial" w:hAnsi="Arial" w:cs="Arial"/>
          <w:b/>
          <w:bCs/>
          <w:sz w:val="22"/>
          <w:szCs w:val="22"/>
        </w:rPr>
        <w:t>zur Wartung und Instandhaltung</w:t>
      </w:r>
      <w:r w:rsidR="00966B26" w:rsidRPr="00966B26">
        <w:rPr>
          <w:rFonts w:ascii="Arial" w:hAnsi="Arial" w:cs="Arial"/>
          <w:b/>
          <w:bCs/>
          <w:sz w:val="22"/>
          <w:szCs w:val="22"/>
        </w:rPr>
        <w:t>: Das</w:t>
      </w:r>
      <w:r w:rsidRPr="00966B26">
        <w:rPr>
          <w:rFonts w:ascii="Arial" w:hAnsi="Arial" w:cs="Arial"/>
          <w:b/>
          <w:bCs/>
          <w:sz w:val="22"/>
          <w:szCs w:val="22"/>
        </w:rPr>
        <w:t xml:space="preserve"> ist ein gemeinsames Anliegen von </w:t>
      </w:r>
      <w:proofErr w:type="spellStart"/>
      <w:r w:rsidRPr="00966B26">
        <w:rPr>
          <w:rFonts w:ascii="Arial" w:hAnsi="Arial" w:cs="Arial"/>
          <w:b/>
          <w:bCs/>
          <w:sz w:val="22"/>
          <w:szCs w:val="22"/>
        </w:rPr>
        <w:t>Eplan</w:t>
      </w:r>
      <w:proofErr w:type="spellEnd"/>
      <w:r w:rsidRPr="00966B26">
        <w:rPr>
          <w:rFonts w:ascii="Arial" w:hAnsi="Arial" w:cs="Arial"/>
          <w:b/>
          <w:bCs/>
          <w:sz w:val="22"/>
          <w:szCs w:val="22"/>
        </w:rPr>
        <w:t xml:space="preserve"> und </w:t>
      </w:r>
      <w:proofErr w:type="spellStart"/>
      <w:r w:rsidRPr="00966B26">
        <w:rPr>
          <w:rFonts w:ascii="Arial" w:hAnsi="Arial" w:cs="Arial"/>
          <w:b/>
          <w:bCs/>
          <w:sz w:val="22"/>
          <w:szCs w:val="22"/>
        </w:rPr>
        <w:t>Evon</w:t>
      </w:r>
      <w:proofErr w:type="spellEnd"/>
      <w:r w:rsidRPr="00966B26">
        <w:rPr>
          <w:rFonts w:ascii="Arial" w:hAnsi="Arial" w:cs="Arial"/>
          <w:b/>
          <w:bCs/>
          <w:sz w:val="22"/>
          <w:szCs w:val="22"/>
        </w:rPr>
        <w:t xml:space="preserve">. </w:t>
      </w:r>
      <w:proofErr w:type="spellStart"/>
      <w:r w:rsidRPr="00966B26">
        <w:rPr>
          <w:rFonts w:ascii="Arial" w:hAnsi="Arial" w:cs="Arial"/>
          <w:b/>
          <w:bCs/>
          <w:sz w:val="22"/>
          <w:szCs w:val="22"/>
        </w:rPr>
        <w:t>Eplan</w:t>
      </w:r>
      <w:proofErr w:type="spellEnd"/>
      <w:r w:rsidRPr="00966B26">
        <w:rPr>
          <w:rFonts w:ascii="Arial" w:hAnsi="Arial" w:cs="Arial"/>
          <w:b/>
          <w:bCs/>
          <w:sz w:val="22"/>
          <w:szCs w:val="22"/>
        </w:rPr>
        <w:t xml:space="preserve"> bietet dafür </w:t>
      </w:r>
      <w:r w:rsidR="00966B26">
        <w:rPr>
          <w:rFonts w:ascii="Arial" w:hAnsi="Arial" w:cs="Arial"/>
          <w:b/>
          <w:bCs/>
          <w:sz w:val="22"/>
          <w:szCs w:val="22"/>
        </w:rPr>
        <w:t>die passende Plattform</w:t>
      </w:r>
      <w:r w:rsidRPr="00966B26">
        <w:rPr>
          <w:rFonts w:ascii="Arial" w:hAnsi="Arial" w:cs="Arial"/>
          <w:b/>
          <w:bCs/>
          <w:sz w:val="22"/>
          <w:szCs w:val="22"/>
        </w:rPr>
        <w:t xml:space="preserve"> </w:t>
      </w:r>
      <w:r w:rsidR="00966B26" w:rsidRPr="00966B26">
        <w:rPr>
          <w:rFonts w:ascii="Arial" w:hAnsi="Arial" w:cs="Arial"/>
          <w:b/>
          <w:bCs/>
          <w:sz w:val="22"/>
          <w:szCs w:val="22"/>
        </w:rPr>
        <w:t xml:space="preserve">zur Planung </w:t>
      </w:r>
      <w:r w:rsidR="009D28B8">
        <w:rPr>
          <w:rFonts w:ascii="Arial" w:hAnsi="Arial" w:cs="Arial"/>
          <w:b/>
          <w:bCs/>
          <w:sz w:val="22"/>
          <w:szCs w:val="22"/>
        </w:rPr>
        <w:t>der</w:t>
      </w:r>
      <w:r w:rsidR="009D28B8" w:rsidRPr="00966B26">
        <w:rPr>
          <w:rFonts w:ascii="Arial" w:hAnsi="Arial" w:cs="Arial"/>
          <w:b/>
          <w:bCs/>
          <w:sz w:val="22"/>
          <w:szCs w:val="22"/>
        </w:rPr>
        <w:t xml:space="preserve"> </w:t>
      </w:r>
      <w:r w:rsidR="00002D8B">
        <w:rPr>
          <w:rFonts w:ascii="Arial" w:hAnsi="Arial" w:cs="Arial"/>
          <w:b/>
          <w:bCs/>
          <w:sz w:val="22"/>
          <w:szCs w:val="22"/>
        </w:rPr>
        <w:t>Gebäude</w:t>
      </w:r>
      <w:r w:rsidR="00F8539B">
        <w:rPr>
          <w:rFonts w:ascii="Arial" w:hAnsi="Arial" w:cs="Arial"/>
          <w:b/>
          <w:bCs/>
          <w:sz w:val="22"/>
          <w:szCs w:val="22"/>
        </w:rPr>
        <w:t>a</w:t>
      </w:r>
      <w:r w:rsidR="00966B26" w:rsidRPr="00966B26">
        <w:rPr>
          <w:rFonts w:ascii="Arial" w:hAnsi="Arial" w:cs="Arial"/>
          <w:b/>
          <w:bCs/>
          <w:sz w:val="22"/>
          <w:szCs w:val="22"/>
        </w:rPr>
        <w:t>utomation</w:t>
      </w:r>
      <w:r w:rsidR="00B63E4F">
        <w:rPr>
          <w:rFonts w:ascii="Arial" w:hAnsi="Arial" w:cs="Arial"/>
          <w:b/>
          <w:bCs/>
          <w:sz w:val="22"/>
          <w:szCs w:val="22"/>
        </w:rPr>
        <w:t xml:space="preserve"> mit Se</w:t>
      </w:r>
      <w:r w:rsidR="00367BC8">
        <w:rPr>
          <w:rFonts w:ascii="Arial" w:hAnsi="Arial" w:cs="Arial"/>
          <w:b/>
          <w:bCs/>
          <w:sz w:val="22"/>
          <w:szCs w:val="22"/>
        </w:rPr>
        <w:t>n</w:t>
      </w:r>
      <w:r w:rsidR="00035752">
        <w:rPr>
          <w:rFonts w:ascii="Arial" w:hAnsi="Arial" w:cs="Arial"/>
          <w:b/>
          <w:bCs/>
          <w:sz w:val="22"/>
          <w:szCs w:val="22"/>
        </w:rPr>
        <w:t>sorik und Aktorik inkl</w:t>
      </w:r>
      <w:r w:rsidR="00367BC8">
        <w:rPr>
          <w:rFonts w:ascii="Arial" w:hAnsi="Arial" w:cs="Arial"/>
          <w:b/>
          <w:bCs/>
          <w:sz w:val="22"/>
          <w:szCs w:val="22"/>
        </w:rPr>
        <w:t xml:space="preserve">usive </w:t>
      </w:r>
      <w:r w:rsidR="00035752">
        <w:rPr>
          <w:rFonts w:ascii="Arial" w:hAnsi="Arial" w:cs="Arial"/>
          <w:b/>
          <w:bCs/>
          <w:sz w:val="22"/>
          <w:szCs w:val="22"/>
        </w:rPr>
        <w:t>der zugehörigen Datenpunkte und Adressschlüssel</w:t>
      </w:r>
      <w:r w:rsidRPr="00966B26">
        <w:rPr>
          <w:rFonts w:ascii="Arial" w:hAnsi="Arial" w:cs="Arial"/>
          <w:b/>
          <w:bCs/>
          <w:sz w:val="22"/>
          <w:szCs w:val="22"/>
        </w:rPr>
        <w:t xml:space="preserve">. </w:t>
      </w:r>
      <w:proofErr w:type="spellStart"/>
      <w:r w:rsidRPr="00966B26">
        <w:rPr>
          <w:rFonts w:ascii="Arial" w:hAnsi="Arial" w:cs="Arial"/>
          <w:b/>
          <w:bCs/>
          <w:sz w:val="22"/>
          <w:szCs w:val="22"/>
        </w:rPr>
        <w:t>Evon</w:t>
      </w:r>
      <w:proofErr w:type="spellEnd"/>
      <w:r w:rsidRPr="00966B26">
        <w:rPr>
          <w:rFonts w:ascii="Arial" w:hAnsi="Arial" w:cs="Arial"/>
          <w:b/>
          <w:bCs/>
          <w:sz w:val="22"/>
          <w:szCs w:val="22"/>
        </w:rPr>
        <w:t xml:space="preserve"> </w:t>
      </w:r>
      <w:r w:rsidR="00966B26" w:rsidRPr="00966B26">
        <w:rPr>
          <w:rFonts w:ascii="Arial" w:hAnsi="Arial" w:cs="Arial"/>
          <w:b/>
          <w:bCs/>
          <w:sz w:val="22"/>
          <w:szCs w:val="22"/>
        </w:rPr>
        <w:t xml:space="preserve">sichert </w:t>
      </w:r>
      <w:r w:rsidRPr="00966B26">
        <w:rPr>
          <w:rFonts w:ascii="Arial" w:hAnsi="Arial" w:cs="Arial"/>
          <w:b/>
          <w:bCs/>
          <w:sz w:val="22"/>
          <w:szCs w:val="22"/>
        </w:rPr>
        <w:t xml:space="preserve">mit </w:t>
      </w:r>
      <w:proofErr w:type="spellStart"/>
      <w:r w:rsidRPr="00966B26">
        <w:rPr>
          <w:rFonts w:ascii="Arial" w:hAnsi="Arial" w:cs="Arial"/>
          <w:b/>
          <w:bCs/>
          <w:sz w:val="22"/>
          <w:szCs w:val="22"/>
        </w:rPr>
        <w:t>XAMControl</w:t>
      </w:r>
      <w:proofErr w:type="spellEnd"/>
      <w:r w:rsidR="00F66BE3">
        <w:rPr>
          <w:rFonts w:ascii="Arial" w:hAnsi="Arial" w:cs="Arial"/>
          <w:b/>
          <w:bCs/>
          <w:sz w:val="22"/>
          <w:szCs w:val="22"/>
        </w:rPr>
        <w:t xml:space="preserve"> im Kontext eines </w:t>
      </w:r>
      <w:r w:rsidR="007A12AB">
        <w:rPr>
          <w:rFonts w:ascii="Arial" w:hAnsi="Arial" w:cs="Arial"/>
          <w:b/>
          <w:bCs/>
          <w:sz w:val="22"/>
          <w:szCs w:val="22"/>
        </w:rPr>
        <w:t xml:space="preserve">übergeordneten, ganzheitlichen </w:t>
      </w:r>
      <w:r w:rsidR="00F66BE3">
        <w:rPr>
          <w:rFonts w:ascii="Arial" w:hAnsi="Arial" w:cs="Arial"/>
          <w:b/>
          <w:bCs/>
          <w:sz w:val="22"/>
          <w:szCs w:val="22"/>
        </w:rPr>
        <w:t>Gebäudeleitsystem</w:t>
      </w:r>
      <w:r w:rsidR="001B700F">
        <w:rPr>
          <w:rFonts w:ascii="Arial" w:hAnsi="Arial" w:cs="Arial"/>
          <w:b/>
          <w:bCs/>
          <w:sz w:val="22"/>
          <w:szCs w:val="22"/>
        </w:rPr>
        <w:t>s</w:t>
      </w:r>
      <w:r w:rsidR="00F66BE3">
        <w:rPr>
          <w:rFonts w:ascii="Arial" w:hAnsi="Arial" w:cs="Arial"/>
          <w:b/>
          <w:bCs/>
          <w:sz w:val="22"/>
          <w:szCs w:val="22"/>
        </w:rPr>
        <w:t xml:space="preserve"> </w:t>
      </w:r>
      <w:r w:rsidR="00966B26" w:rsidRPr="00966B26">
        <w:rPr>
          <w:rFonts w:ascii="Arial" w:hAnsi="Arial" w:cs="Arial"/>
          <w:b/>
          <w:bCs/>
          <w:sz w:val="22"/>
          <w:szCs w:val="22"/>
        </w:rPr>
        <w:t>den Betrieb</w:t>
      </w:r>
      <w:r w:rsidR="00614CDA">
        <w:rPr>
          <w:rFonts w:ascii="Arial" w:hAnsi="Arial" w:cs="Arial"/>
          <w:b/>
          <w:bCs/>
          <w:sz w:val="22"/>
          <w:szCs w:val="22"/>
        </w:rPr>
        <w:t xml:space="preserve"> und die Analyse </w:t>
      </w:r>
      <w:r w:rsidR="007A12AB">
        <w:rPr>
          <w:rFonts w:ascii="Arial" w:hAnsi="Arial" w:cs="Arial"/>
          <w:b/>
          <w:bCs/>
          <w:sz w:val="22"/>
          <w:szCs w:val="22"/>
        </w:rPr>
        <w:t>einer Anlage</w:t>
      </w:r>
      <w:r w:rsidR="00966B26" w:rsidRPr="00966B26">
        <w:rPr>
          <w:rFonts w:ascii="Arial" w:hAnsi="Arial" w:cs="Arial"/>
          <w:b/>
          <w:bCs/>
          <w:sz w:val="22"/>
          <w:szCs w:val="22"/>
        </w:rPr>
        <w:t xml:space="preserve">. </w:t>
      </w:r>
      <w:r w:rsidR="00966B26">
        <w:rPr>
          <w:rFonts w:ascii="Arial" w:hAnsi="Arial" w:cs="Arial"/>
          <w:b/>
          <w:bCs/>
          <w:sz w:val="22"/>
          <w:szCs w:val="22"/>
        </w:rPr>
        <w:t xml:space="preserve">Die Integration beider Systeme wird jetzt im </w:t>
      </w:r>
      <w:proofErr w:type="spellStart"/>
      <w:r w:rsidR="00966B26" w:rsidRPr="00966B26">
        <w:rPr>
          <w:rFonts w:ascii="Arial" w:hAnsi="Arial" w:cs="Arial"/>
          <w:b/>
          <w:bCs/>
          <w:sz w:val="22"/>
          <w:szCs w:val="22"/>
        </w:rPr>
        <w:t>Eplan</w:t>
      </w:r>
      <w:proofErr w:type="spellEnd"/>
      <w:r w:rsidR="00966B26" w:rsidRPr="00966B26">
        <w:rPr>
          <w:rFonts w:ascii="Arial" w:hAnsi="Arial" w:cs="Arial"/>
          <w:b/>
          <w:bCs/>
          <w:sz w:val="22"/>
          <w:szCs w:val="22"/>
        </w:rPr>
        <w:t xml:space="preserve"> Partner Network</w:t>
      </w:r>
      <w:r w:rsidR="00966B26">
        <w:rPr>
          <w:rFonts w:ascii="Arial" w:hAnsi="Arial" w:cs="Arial"/>
          <w:b/>
          <w:bCs/>
          <w:sz w:val="22"/>
          <w:szCs w:val="22"/>
        </w:rPr>
        <w:t xml:space="preserve"> vorangetrieben. </w:t>
      </w:r>
      <w:r w:rsidR="002D31A8">
        <w:rPr>
          <w:rFonts w:ascii="Arial" w:hAnsi="Arial" w:cs="Arial"/>
          <w:b/>
          <w:bCs/>
          <w:sz w:val="22"/>
          <w:szCs w:val="22"/>
        </w:rPr>
        <w:t>Eine</w:t>
      </w:r>
      <w:r w:rsidR="00966B26">
        <w:rPr>
          <w:rFonts w:ascii="Arial" w:hAnsi="Arial" w:cs="Arial"/>
          <w:b/>
          <w:bCs/>
          <w:sz w:val="22"/>
          <w:szCs w:val="22"/>
        </w:rPr>
        <w:t xml:space="preserve"> entsprechende Technologiepartnerschaft wurde</w:t>
      </w:r>
      <w:r w:rsidR="00966B26" w:rsidRPr="00966B26">
        <w:rPr>
          <w:rFonts w:ascii="Arial" w:hAnsi="Arial" w:cs="Arial"/>
          <w:b/>
          <w:bCs/>
          <w:sz w:val="22"/>
          <w:szCs w:val="22"/>
        </w:rPr>
        <w:t xml:space="preserve"> </w:t>
      </w:r>
      <w:r w:rsidR="002D31A8">
        <w:rPr>
          <w:rFonts w:ascii="Arial" w:hAnsi="Arial" w:cs="Arial"/>
          <w:b/>
          <w:bCs/>
          <w:sz w:val="22"/>
          <w:szCs w:val="22"/>
        </w:rPr>
        <w:t>auf</w:t>
      </w:r>
      <w:r w:rsidR="00966B26" w:rsidRPr="00966B26">
        <w:rPr>
          <w:rFonts w:ascii="Arial" w:hAnsi="Arial" w:cs="Arial"/>
          <w:b/>
          <w:bCs/>
          <w:sz w:val="22"/>
          <w:szCs w:val="22"/>
        </w:rPr>
        <w:t xml:space="preserve"> der SPS in Nürnberg offiziell </w:t>
      </w:r>
      <w:r w:rsidR="002D31A8">
        <w:rPr>
          <w:rFonts w:ascii="Arial" w:hAnsi="Arial" w:cs="Arial"/>
          <w:b/>
          <w:bCs/>
          <w:sz w:val="22"/>
          <w:szCs w:val="22"/>
        </w:rPr>
        <w:t>vereinbart</w:t>
      </w:r>
      <w:r w:rsidR="00966B26" w:rsidRPr="00966B26">
        <w:rPr>
          <w:rFonts w:ascii="Arial" w:hAnsi="Arial" w:cs="Arial"/>
          <w:b/>
          <w:bCs/>
          <w:sz w:val="22"/>
          <w:szCs w:val="22"/>
        </w:rPr>
        <w:t xml:space="preserve">.  </w:t>
      </w:r>
    </w:p>
    <w:p w14:paraId="3E71DE3F" w14:textId="04AA92E1" w:rsidR="00070524" w:rsidRPr="00966B26" w:rsidRDefault="00070524" w:rsidP="002516FB">
      <w:pPr>
        <w:spacing w:line="312" w:lineRule="auto"/>
        <w:ind w:right="3493"/>
        <w:rPr>
          <w:rFonts w:ascii="Arial" w:hAnsi="Arial" w:cs="Arial"/>
          <w:b/>
          <w:bCs/>
          <w:sz w:val="22"/>
          <w:szCs w:val="22"/>
        </w:rPr>
      </w:pPr>
    </w:p>
    <w:p w14:paraId="3AFB8673" w14:textId="6B301DA3" w:rsidR="00C15F3D" w:rsidRPr="00ED31D3" w:rsidRDefault="000D7AA5" w:rsidP="00C15F3D">
      <w:pPr>
        <w:spacing w:line="312" w:lineRule="auto"/>
        <w:ind w:right="3493"/>
        <w:rPr>
          <w:rFonts w:ascii="Arial" w:hAnsi="Arial" w:cs="Arial"/>
          <w:sz w:val="22"/>
          <w:szCs w:val="22"/>
        </w:rPr>
      </w:pPr>
      <w:r w:rsidRPr="004D29F6">
        <w:rPr>
          <w:rFonts w:ascii="Arial" w:hAnsi="Arial" w:cs="Arial"/>
          <w:sz w:val="22"/>
          <w:szCs w:val="22"/>
        </w:rPr>
        <w:t xml:space="preserve">Monheim, </w:t>
      </w:r>
      <w:r w:rsidR="000136BF">
        <w:rPr>
          <w:rFonts w:ascii="Arial" w:hAnsi="Arial" w:cs="Arial"/>
          <w:sz w:val="22"/>
          <w:szCs w:val="22"/>
        </w:rPr>
        <w:t>1</w:t>
      </w:r>
      <w:r w:rsidR="00367BC8">
        <w:rPr>
          <w:rFonts w:ascii="Arial" w:hAnsi="Arial" w:cs="Arial"/>
          <w:sz w:val="22"/>
          <w:szCs w:val="22"/>
        </w:rPr>
        <w:t>3</w:t>
      </w:r>
      <w:r w:rsidR="000136BF">
        <w:rPr>
          <w:rFonts w:ascii="Arial" w:hAnsi="Arial" w:cs="Arial"/>
          <w:sz w:val="22"/>
          <w:szCs w:val="22"/>
        </w:rPr>
        <w:t>. Dezember</w:t>
      </w:r>
      <w:r w:rsidRPr="004D29F6">
        <w:rPr>
          <w:rFonts w:ascii="Arial" w:hAnsi="Arial" w:cs="Arial"/>
          <w:sz w:val="22"/>
          <w:szCs w:val="22"/>
        </w:rPr>
        <w:t xml:space="preserve"> 2023 – </w:t>
      </w:r>
      <w:r w:rsidR="00C15F3D" w:rsidRPr="00C15F3D">
        <w:rPr>
          <w:rFonts w:ascii="Arial" w:hAnsi="Arial" w:cs="Arial"/>
          <w:sz w:val="22"/>
          <w:szCs w:val="22"/>
        </w:rPr>
        <w:t xml:space="preserve">Die Anforderungen der Gebäudetechnik und der Druck auf Gebäudeplaner und </w:t>
      </w:r>
      <w:proofErr w:type="spellStart"/>
      <w:r w:rsidR="00C15F3D" w:rsidRPr="00C15F3D">
        <w:rPr>
          <w:rFonts w:ascii="Arial" w:hAnsi="Arial" w:cs="Arial"/>
          <w:sz w:val="22"/>
          <w:szCs w:val="22"/>
        </w:rPr>
        <w:t>betreiber</w:t>
      </w:r>
      <w:proofErr w:type="spellEnd"/>
      <w:r w:rsidR="00C15F3D" w:rsidRPr="00C15F3D">
        <w:rPr>
          <w:rFonts w:ascii="Arial" w:hAnsi="Arial" w:cs="Arial"/>
          <w:sz w:val="22"/>
          <w:szCs w:val="22"/>
        </w:rPr>
        <w:t xml:space="preserve"> nehmen </w:t>
      </w:r>
      <w:r w:rsidR="003071F9">
        <w:rPr>
          <w:rFonts w:ascii="Arial" w:hAnsi="Arial" w:cs="Arial"/>
          <w:sz w:val="22"/>
          <w:szCs w:val="22"/>
        </w:rPr>
        <w:t>permanent</w:t>
      </w:r>
      <w:r w:rsidR="00C15F3D" w:rsidRPr="00C15F3D">
        <w:rPr>
          <w:rFonts w:ascii="Arial" w:hAnsi="Arial" w:cs="Arial"/>
          <w:sz w:val="22"/>
          <w:szCs w:val="22"/>
        </w:rPr>
        <w:t xml:space="preserve"> zu. </w:t>
      </w:r>
      <w:r w:rsidR="003071F9">
        <w:rPr>
          <w:rFonts w:ascii="Arial" w:hAnsi="Arial" w:cs="Arial"/>
          <w:sz w:val="22"/>
          <w:szCs w:val="22"/>
        </w:rPr>
        <w:t>Dabei ist d</w:t>
      </w:r>
      <w:r w:rsidR="002D31A8">
        <w:rPr>
          <w:rFonts w:ascii="Arial" w:hAnsi="Arial" w:cs="Arial"/>
          <w:sz w:val="22"/>
          <w:szCs w:val="22"/>
        </w:rPr>
        <w:t xml:space="preserve">ie </w:t>
      </w:r>
      <w:r w:rsidR="00604A25">
        <w:rPr>
          <w:rFonts w:ascii="Arial" w:hAnsi="Arial" w:cs="Arial"/>
          <w:sz w:val="22"/>
          <w:szCs w:val="22"/>
        </w:rPr>
        <w:t xml:space="preserve">mess- und regeltechnische </w:t>
      </w:r>
      <w:r w:rsidR="002D31A8">
        <w:rPr>
          <w:rFonts w:ascii="Arial" w:hAnsi="Arial" w:cs="Arial"/>
          <w:sz w:val="22"/>
          <w:szCs w:val="22"/>
        </w:rPr>
        <w:t xml:space="preserve">Planung der Gebäudeautomation das eine – der </w:t>
      </w:r>
      <w:r w:rsidR="00E07870">
        <w:rPr>
          <w:rFonts w:ascii="Arial" w:hAnsi="Arial" w:cs="Arial"/>
          <w:sz w:val="22"/>
          <w:szCs w:val="22"/>
        </w:rPr>
        <w:t xml:space="preserve">reibungslose </w:t>
      </w:r>
      <w:r w:rsidR="002D31A8">
        <w:rPr>
          <w:rFonts w:ascii="Arial" w:hAnsi="Arial" w:cs="Arial"/>
          <w:sz w:val="22"/>
          <w:szCs w:val="22"/>
        </w:rPr>
        <w:t xml:space="preserve">Betrieb das andere. Gut, wenn </w:t>
      </w:r>
      <w:r w:rsidR="003071F9">
        <w:rPr>
          <w:rFonts w:ascii="Arial" w:hAnsi="Arial" w:cs="Arial"/>
          <w:sz w:val="22"/>
          <w:szCs w:val="22"/>
        </w:rPr>
        <w:t xml:space="preserve">die </w:t>
      </w:r>
      <w:r w:rsidR="002D31A8">
        <w:rPr>
          <w:rFonts w:ascii="Arial" w:hAnsi="Arial" w:cs="Arial"/>
          <w:sz w:val="22"/>
          <w:szCs w:val="22"/>
        </w:rPr>
        <w:t>Systeme</w:t>
      </w:r>
      <w:r w:rsidR="00604A25">
        <w:rPr>
          <w:rFonts w:ascii="Arial" w:hAnsi="Arial" w:cs="Arial"/>
          <w:sz w:val="22"/>
          <w:szCs w:val="22"/>
        </w:rPr>
        <w:t xml:space="preserve"> </w:t>
      </w:r>
      <w:r w:rsidR="002D31A8">
        <w:rPr>
          <w:rFonts w:ascii="Arial" w:hAnsi="Arial" w:cs="Arial"/>
          <w:sz w:val="22"/>
          <w:szCs w:val="22"/>
        </w:rPr>
        <w:t>integriert zusammenarbeite</w:t>
      </w:r>
      <w:r w:rsidR="003071F9">
        <w:rPr>
          <w:rFonts w:ascii="Arial" w:hAnsi="Arial" w:cs="Arial"/>
          <w:sz w:val="22"/>
          <w:szCs w:val="22"/>
        </w:rPr>
        <w:t xml:space="preserve">n </w:t>
      </w:r>
      <w:r w:rsidR="00D36D33">
        <w:rPr>
          <w:rFonts w:ascii="Arial" w:hAnsi="Arial" w:cs="Arial"/>
          <w:sz w:val="22"/>
          <w:szCs w:val="22"/>
        </w:rPr>
        <w:t xml:space="preserve">– </w:t>
      </w:r>
      <w:r w:rsidR="003071F9">
        <w:rPr>
          <w:rFonts w:ascii="Arial" w:hAnsi="Arial" w:cs="Arial"/>
          <w:sz w:val="22"/>
          <w:szCs w:val="22"/>
        </w:rPr>
        <w:t xml:space="preserve">und </w:t>
      </w:r>
      <w:r w:rsidR="00A109B3">
        <w:rPr>
          <w:rFonts w:ascii="Arial" w:hAnsi="Arial" w:cs="Arial"/>
          <w:sz w:val="22"/>
          <w:szCs w:val="22"/>
        </w:rPr>
        <w:t xml:space="preserve">genau </w:t>
      </w:r>
      <w:r w:rsidR="00367BC8">
        <w:rPr>
          <w:rFonts w:ascii="Arial" w:hAnsi="Arial" w:cs="Arial"/>
          <w:sz w:val="22"/>
          <w:szCs w:val="22"/>
        </w:rPr>
        <w:t xml:space="preserve">das </w:t>
      </w:r>
      <w:r w:rsidR="002D31A8">
        <w:rPr>
          <w:rFonts w:ascii="Arial" w:hAnsi="Arial" w:cs="Arial"/>
          <w:sz w:val="22"/>
          <w:szCs w:val="22"/>
        </w:rPr>
        <w:t>wurde</w:t>
      </w:r>
      <w:r w:rsidR="00B039B1">
        <w:rPr>
          <w:rFonts w:ascii="Arial" w:hAnsi="Arial" w:cs="Arial"/>
          <w:sz w:val="22"/>
          <w:szCs w:val="22"/>
        </w:rPr>
        <w:t xml:space="preserve"> </w:t>
      </w:r>
      <w:r w:rsidR="003071F9">
        <w:rPr>
          <w:rFonts w:ascii="Arial" w:hAnsi="Arial" w:cs="Arial"/>
          <w:sz w:val="22"/>
          <w:szCs w:val="22"/>
        </w:rPr>
        <w:t xml:space="preserve">im Rahmen des </w:t>
      </w:r>
      <w:proofErr w:type="spellStart"/>
      <w:r w:rsidR="003071F9">
        <w:rPr>
          <w:rFonts w:ascii="Arial" w:hAnsi="Arial" w:cs="Arial"/>
          <w:sz w:val="22"/>
          <w:szCs w:val="22"/>
        </w:rPr>
        <w:t>Eplan</w:t>
      </w:r>
      <w:proofErr w:type="spellEnd"/>
      <w:r w:rsidR="003071F9">
        <w:rPr>
          <w:rFonts w:ascii="Arial" w:hAnsi="Arial" w:cs="Arial"/>
          <w:sz w:val="22"/>
          <w:szCs w:val="22"/>
        </w:rPr>
        <w:t xml:space="preserve"> Partner Network</w:t>
      </w:r>
      <w:r w:rsidR="00A109B3">
        <w:rPr>
          <w:rFonts w:ascii="Arial" w:hAnsi="Arial" w:cs="Arial"/>
          <w:sz w:val="22"/>
          <w:szCs w:val="22"/>
        </w:rPr>
        <w:t>s</w:t>
      </w:r>
      <w:r w:rsidR="003071F9">
        <w:rPr>
          <w:rFonts w:ascii="Arial" w:hAnsi="Arial" w:cs="Arial"/>
          <w:sz w:val="22"/>
          <w:szCs w:val="22"/>
        </w:rPr>
        <w:t xml:space="preserve"> </w:t>
      </w:r>
      <w:r w:rsidR="00B039B1">
        <w:rPr>
          <w:rFonts w:ascii="Arial" w:hAnsi="Arial" w:cs="Arial"/>
          <w:sz w:val="22"/>
          <w:szCs w:val="22"/>
        </w:rPr>
        <w:t>jetzt vereinbart</w:t>
      </w:r>
      <w:r w:rsidR="003071F9">
        <w:rPr>
          <w:rFonts w:ascii="Arial" w:hAnsi="Arial" w:cs="Arial"/>
          <w:sz w:val="22"/>
          <w:szCs w:val="22"/>
        </w:rPr>
        <w:t xml:space="preserve">. </w:t>
      </w:r>
      <w:r w:rsidR="00835DFB">
        <w:rPr>
          <w:rFonts w:ascii="Arial" w:hAnsi="Arial" w:cs="Arial"/>
          <w:sz w:val="22"/>
          <w:szCs w:val="22"/>
        </w:rPr>
        <w:t>Sebastian Seitz</w:t>
      </w:r>
      <w:r w:rsidR="00A109B3">
        <w:rPr>
          <w:rFonts w:ascii="Arial" w:hAnsi="Arial" w:cs="Arial"/>
          <w:sz w:val="22"/>
          <w:szCs w:val="22"/>
        </w:rPr>
        <w:t xml:space="preserve">, CEO </w:t>
      </w:r>
      <w:proofErr w:type="spellStart"/>
      <w:r w:rsidR="00A109B3">
        <w:rPr>
          <w:rFonts w:ascii="Arial" w:hAnsi="Arial" w:cs="Arial"/>
          <w:sz w:val="22"/>
          <w:szCs w:val="22"/>
        </w:rPr>
        <w:t>Eplan</w:t>
      </w:r>
      <w:proofErr w:type="spellEnd"/>
      <w:r w:rsidR="00D36D33">
        <w:rPr>
          <w:rFonts w:ascii="Arial" w:hAnsi="Arial" w:cs="Arial"/>
          <w:sz w:val="22"/>
          <w:szCs w:val="22"/>
        </w:rPr>
        <w:t>,</w:t>
      </w:r>
      <w:r w:rsidR="00835DFB">
        <w:rPr>
          <w:rFonts w:ascii="Arial" w:hAnsi="Arial" w:cs="Arial"/>
          <w:sz w:val="22"/>
          <w:szCs w:val="22"/>
        </w:rPr>
        <w:t xml:space="preserve"> und Andreas Leitner, </w:t>
      </w:r>
      <w:r w:rsidR="00B039B1">
        <w:rPr>
          <w:rFonts w:ascii="Arial" w:hAnsi="Arial" w:cs="Arial"/>
          <w:sz w:val="22"/>
          <w:szCs w:val="22"/>
        </w:rPr>
        <w:t xml:space="preserve">Geschäftsführer der </w:t>
      </w:r>
      <w:proofErr w:type="spellStart"/>
      <w:r w:rsidR="00B039B1">
        <w:rPr>
          <w:rFonts w:ascii="Arial" w:hAnsi="Arial" w:cs="Arial"/>
          <w:sz w:val="22"/>
          <w:szCs w:val="22"/>
        </w:rPr>
        <w:t>Evon</w:t>
      </w:r>
      <w:proofErr w:type="spellEnd"/>
      <w:r w:rsidR="00B039B1">
        <w:rPr>
          <w:rFonts w:ascii="Arial" w:hAnsi="Arial" w:cs="Arial"/>
          <w:sz w:val="22"/>
          <w:szCs w:val="22"/>
        </w:rPr>
        <w:t xml:space="preserve"> GmbH, besiegelten auf der SPS eine entsprechende Technologiepartnerschaft. </w:t>
      </w:r>
    </w:p>
    <w:p w14:paraId="60E2DD22" w14:textId="77777777" w:rsidR="00C15F3D" w:rsidRDefault="00C15F3D" w:rsidP="000D7AA5">
      <w:pPr>
        <w:spacing w:line="312" w:lineRule="auto"/>
        <w:ind w:right="3493"/>
        <w:rPr>
          <w:rFonts w:ascii="Arial" w:hAnsi="Arial" w:cs="Arial"/>
          <w:sz w:val="22"/>
          <w:szCs w:val="22"/>
        </w:rPr>
      </w:pPr>
    </w:p>
    <w:p w14:paraId="240D0EDC" w14:textId="77777777" w:rsidR="003071F9" w:rsidRPr="003071F9" w:rsidRDefault="003071F9" w:rsidP="003071F9">
      <w:pPr>
        <w:spacing w:after="120" w:line="312" w:lineRule="auto"/>
        <w:ind w:right="3493"/>
        <w:rPr>
          <w:rFonts w:ascii="Arial" w:hAnsi="Arial" w:cs="Arial"/>
          <w:b/>
          <w:bCs/>
          <w:sz w:val="22"/>
          <w:szCs w:val="22"/>
        </w:rPr>
      </w:pPr>
      <w:r w:rsidRPr="003071F9">
        <w:rPr>
          <w:rFonts w:ascii="Arial" w:hAnsi="Arial" w:cs="Arial"/>
          <w:b/>
          <w:bCs/>
          <w:sz w:val="22"/>
          <w:szCs w:val="22"/>
        </w:rPr>
        <w:t>Technologiep</w:t>
      </w:r>
      <w:r w:rsidR="002D31A8" w:rsidRPr="003071F9">
        <w:rPr>
          <w:rFonts w:ascii="Arial" w:hAnsi="Arial" w:cs="Arial"/>
          <w:b/>
          <w:bCs/>
          <w:sz w:val="22"/>
          <w:szCs w:val="22"/>
        </w:rPr>
        <w:t>artnerschaft</w:t>
      </w:r>
      <w:r w:rsidRPr="003071F9">
        <w:rPr>
          <w:rFonts w:ascii="Arial" w:hAnsi="Arial" w:cs="Arial"/>
          <w:b/>
          <w:bCs/>
          <w:sz w:val="22"/>
          <w:szCs w:val="22"/>
        </w:rPr>
        <w:t xml:space="preserve"> für mehr</w:t>
      </w:r>
      <w:r w:rsidR="002D31A8" w:rsidRPr="003071F9">
        <w:rPr>
          <w:rFonts w:ascii="Arial" w:hAnsi="Arial" w:cs="Arial"/>
          <w:b/>
          <w:bCs/>
          <w:sz w:val="22"/>
          <w:szCs w:val="22"/>
        </w:rPr>
        <w:t xml:space="preserve"> Kundennutzen </w:t>
      </w:r>
    </w:p>
    <w:p w14:paraId="7FEEC153" w14:textId="20098AC7" w:rsidR="00B039B1" w:rsidRDefault="00367BC8" w:rsidP="000D7AA5">
      <w:pPr>
        <w:spacing w:line="312" w:lineRule="auto"/>
        <w:ind w:right="3493"/>
        <w:rPr>
          <w:rFonts w:ascii="Arial" w:hAnsi="Arial" w:cs="Arial"/>
          <w:sz w:val="22"/>
          <w:szCs w:val="22"/>
        </w:rPr>
      </w:pPr>
      <w:r>
        <w:rPr>
          <w:rFonts w:ascii="Arial" w:hAnsi="Arial" w:cs="Arial"/>
          <w:sz w:val="22"/>
          <w:szCs w:val="22"/>
        </w:rPr>
        <w:t xml:space="preserve">Die technologische Basis ist eine Schnittstelle zwischen der Software EPLAN und dem Prozessleitsystem </w:t>
      </w:r>
      <w:proofErr w:type="spellStart"/>
      <w:r>
        <w:rPr>
          <w:rFonts w:ascii="Arial" w:hAnsi="Arial" w:cs="Arial"/>
          <w:sz w:val="22"/>
          <w:szCs w:val="22"/>
        </w:rPr>
        <w:t>XAMControl</w:t>
      </w:r>
      <w:proofErr w:type="spellEnd"/>
      <w:r>
        <w:rPr>
          <w:rFonts w:ascii="Arial" w:hAnsi="Arial" w:cs="Arial"/>
          <w:sz w:val="22"/>
          <w:szCs w:val="22"/>
        </w:rPr>
        <w:t xml:space="preserve"> von </w:t>
      </w:r>
      <w:proofErr w:type="spellStart"/>
      <w:r>
        <w:rPr>
          <w:rFonts w:ascii="Arial" w:hAnsi="Arial" w:cs="Arial"/>
          <w:sz w:val="22"/>
          <w:szCs w:val="22"/>
        </w:rPr>
        <w:t>Evon</w:t>
      </w:r>
      <w:proofErr w:type="spellEnd"/>
      <w:r>
        <w:rPr>
          <w:rFonts w:ascii="Arial" w:hAnsi="Arial" w:cs="Arial"/>
          <w:sz w:val="22"/>
          <w:szCs w:val="22"/>
        </w:rPr>
        <w:t xml:space="preserve">. </w:t>
      </w:r>
      <w:r w:rsidRPr="00C15F3D">
        <w:rPr>
          <w:rFonts w:ascii="Arial" w:hAnsi="Arial" w:cs="Arial"/>
          <w:sz w:val="22"/>
          <w:szCs w:val="22"/>
        </w:rPr>
        <w:t xml:space="preserve">Alle Funktionen </w:t>
      </w:r>
      <w:r>
        <w:rPr>
          <w:rFonts w:ascii="Arial" w:hAnsi="Arial" w:cs="Arial"/>
          <w:sz w:val="22"/>
          <w:szCs w:val="22"/>
        </w:rPr>
        <w:t xml:space="preserve">und die damit verbundenen Datenpunkte und Adressschlüssel </w:t>
      </w:r>
      <w:r w:rsidRPr="00C15F3D">
        <w:rPr>
          <w:rFonts w:ascii="Arial" w:hAnsi="Arial" w:cs="Arial"/>
          <w:sz w:val="22"/>
          <w:szCs w:val="22"/>
        </w:rPr>
        <w:t>der Gebäudeautomation</w:t>
      </w:r>
      <w:r>
        <w:rPr>
          <w:rFonts w:ascii="Arial" w:hAnsi="Arial" w:cs="Arial"/>
          <w:sz w:val="22"/>
          <w:szCs w:val="22"/>
        </w:rPr>
        <w:t xml:space="preserve"> werden</w:t>
      </w:r>
      <w:r w:rsidRPr="00C15F3D">
        <w:rPr>
          <w:rFonts w:ascii="Arial" w:hAnsi="Arial" w:cs="Arial"/>
          <w:sz w:val="22"/>
          <w:szCs w:val="22"/>
        </w:rPr>
        <w:t xml:space="preserve"> </w:t>
      </w:r>
      <w:r>
        <w:rPr>
          <w:rFonts w:ascii="Arial" w:hAnsi="Arial" w:cs="Arial"/>
          <w:sz w:val="22"/>
          <w:szCs w:val="22"/>
        </w:rPr>
        <w:t xml:space="preserve">in diesem durchgängigen Prozess berücksichtigt. </w:t>
      </w:r>
      <w:r w:rsidR="002D31A8">
        <w:rPr>
          <w:rFonts w:ascii="Arial" w:hAnsi="Arial" w:cs="Arial"/>
          <w:sz w:val="22"/>
          <w:szCs w:val="22"/>
        </w:rPr>
        <w:t xml:space="preserve">Rolf Schulte, </w:t>
      </w:r>
      <w:proofErr w:type="spellStart"/>
      <w:r w:rsidR="002D31A8">
        <w:rPr>
          <w:rFonts w:ascii="Arial" w:hAnsi="Arial" w:cs="Arial"/>
          <w:sz w:val="22"/>
          <w:szCs w:val="22"/>
        </w:rPr>
        <w:t>Vertical</w:t>
      </w:r>
      <w:proofErr w:type="spellEnd"/>
      <w:r w:rsidR="002D31A8">
        <w:rPr>
          <w:rFonts w:ascii="Arial" w:hAnsi="Arial" w:cs="Arial"/>
          <w:sz w:val="22"/>
          <w:szCs w:val="22"/>
        </w:rPr>
        <w:t xml:space="preserve"> Market Manager Building Automation, erklärt: </w:t>
      </w:r>
      <w:proofErr w:type="gramStart"/>
      <w:r w:rsidR="002D31A8">
        <w:rPr>
          <w:rFonts w:ascii="Arial" w:hAnsi="Arial" w:cs="Arial"/>
          <w:sz w:val="22"/>
          <w:szCs w:val="22"/>
        </w:rPr>
        <w:t>„ Die</w:t>
      </w:r>
      <w:proofErr w:type="gramEnd"/>
      <w:r w:rsidR="009F3B6E">
        <w:rPr>
          <w:rFonts w:ascii="Arial" w:hAnsi="Arial" w:cs="Arial"/>
          <w:sz w:val="22"/>
          <w:szCs w:val="22"/>
        </w:rPr>
        <w:t xml:space="preserve"> angestrebte Sc</w:t>
      </w:r>
      <w:r w:rsidR="002D31A8">
        <w:rPr>
          <w:rFonts w:ascii="Arial" w:hAnsi="Arial" w:cs="Arial"/>
          <w:sz w:val="22"/>
          <w:szCs w:val="22"/>
        </w:rPr>
        <w:t xml:space="preserve">hnittstelle </w:t>
      </w:r>
      <w:r w:rsidR="00B039B1">
        <w:rPr>
          <w:rFonts w:ascii="Arial" w:hAnsi="Arial" w:cs="Arial"/>
          <w:sz w:val="22"/>
          <w:szCs w:val="22"/>
        </w:rPr>
        <w:t xml:space="preserve">zwischen </w:t>
      </w:r>
      <w:r w:rsidR="002D31A8">
        <w:rPr>
          <w:rFonts w:ascii="Arial" w:hAnsi="Arial" w:cs="Arial"/>
          <w:sz w:val="22"/>
          <w:szCs w:val="22"/>
        </w:rPr>
        <w:t xml:space="preserve">der Software EPLAN </w:t>
      </w:r>
      <w:r w:rsidR="00B039B1">
        <w:rPr>
          <w:rFonts w:ascii="Arial" w:hAnsi="Arial" w:cs="Arial"/>
          <w:sz w:val="22"/>
          <w:szCs w:val="22"/>
        </w:rPr>
        <w:t>und</w:t>
      </w:r>
      <w:r w:rsidR="002D31A8">
        <w:rPr>
          <w:rFonts w:ascii="Arial" w:hAnsi="Arial" w:cs="Arial"/>
          <w:sz w:val="22"/>
          <w:szCs w:val="22"/>
        </w:rPr>
        <w:t xml:space="preserve"> </w:t>
      </w:r>
      <w:proofErr w:type="spellStart"/>
      <w:r w:rsidR="002D31A8">
        <w:rPr>
          <w:rFonts w:ascii="Arial" w:hAnsi="Arial" w:cs="Arial"/>
          <w:sz w:val="22"/>
          <w:szCs w:val="22"/>
        </w:rPr>
        <w:t>XAMControl</w:t>
      </w:r>
      <w:proofErr w:type="spellEnd"/>
      <w:r w:rsidR="002D31A8">
        <w:rPr>
          <w:rFonts w:ascii="Arial" w:hAnsi="Arial" w:cs="Arial"/>
          <w:sz w:val="22"/>
          <w:szCs w:val="22"/>
        </w:rPr>
        <w:t xml:space="preserve"> erleichtert gemeinsamen Nutzern die Programmierung der Gebäudeleittechnik. Das Ergebnis ist eine kürzere Planungszeit und damit sinkende Kosten bei zugleich steigender Qualität.“</w:t>
      </w:r>
      <w:r w:rsidR="00C15F3D">
        <w:rPr>
          <w:rFonts w:ascii="Arial" w:hAnsi="Arial" w:cs="Arial"/>
          <w:sz w:val="22"/>
          <w:szCs w:val="22"/>
        </w:rPr>
        <w:t xml:space="preserve"> </w:t>
      </w:r>
    </w:p>
    <w:p w14:paraId="7207157D" w14:textId="14D05BA4" w:rsidR="00B039B1" w:rsidRDefault="00B039B1" w:rsidP="000D7AA5">
      <w:pPr>
        <w:spacing w:line="312" w:lineRule="auto"/>
        <w:ind w:right="3493"/>
        <w:rPr>
          <w:rFonts w:ascii="Arial" w:hAnsi="Arial" w:cs="Arial"/>
          <w:sz w:val="22"/>
          <w:szCs w:val="22"/>
        </w:rPr>
      </w:pPr>
    </w:p>
    <w:p w14:paraId="1858668A" w14:textId="25DB62D9" w:rsidR="00B039B1" w:rsidRPr="00B039B1" w:rsidRDefault="00B039B1" w:rsidP="00B039B1">
      <w:pPr>
        <w:spacing w:after="120" w:line="312" w:lineRule="auto"/>
        <w:ind w:right="3493"/>
        <w:rPr>
          <w:rFonts w:ascii="Arial" w:hAnsi="Arial" w:cs="Arial"/>
          <w:b/>
          <w:bCs/>
          <w:sz w:val="22"/>
          <w:szCs w:val="22"/>
        </w:rPr>
      </w:pPr>
      <w:r w:rsidRPr="00B039B1">
        <w:rPr>
          <w:rFonts w:ascii="Arial" w:hAnsi="Arial" w:cs="Arial"/>
          <w:b/>
          <w:bCs/>
          <w:sz w:val="22"/>
          <w:szCs w:val="22"/>
        </w:rPr>
        <w:t xml:space="preserve">Durchgängigkeit von </w:t>
      </w:r>
      <w:r>
        <w:rPr>
          <w:rFonts w:ascii="Arial" w:hAnsi="Arial" w:cs="Arial"/>
          <w:b/>
          <w:bCs/>
          <w:sz w:val="22"/>
          <w:szCs w:val="22"/>
        </w:rPr>
        <w:t>Planung</w:t>
      </w:r>
      <w:r w:rsidRPr="00B039B1">
        <w:rPr>
          <w:rFonts w:ascii="Arial" w:hAnsi="Arial" w:cs="Arial"/>
          <w:b/>
          <w:bCs/>
          <w:sz w:val="22"/>
          <w:szCs w:val="22"/>
        </w:rPr>
        <w:t xml:space="preserve"> bis Betrieb</w:t>
      </w:r>
    </w:p>
    <w:p w14:paraId="6AA78EBF" w14:textId="00CA4CB4" w:rsidR="003071F9" w:rsidRDefault="00C15F3D" w:rsidP="000D7AA5">
      <w:pPr>
        <w:spacing w:line="312" w:lineRule="auto"/>
        <w:ind w:right="3493"/>
        <w:rPr>
          <w:rFonts w:ascii="Arial" w:hAnsi="Arial" w:cs="Arial"/>
          <w:sz w:val="22"/>
          <w:szCs w:val="22"/>
        </w:rPr>
      </w:pPr>
      <w:r>
        <w:rPr>
          <w:rFonts w:ascii="Arial" w:hAnsi="Arial" w:cs="Arial"/>
          <w:sz w:val="22"/>
          <w:szCs w:val="22"/>
        </w:rPr>
        <w:t>Doch w</w:t>
      </w:r>
      <w:r w:rsidR="002D31A8">
        <w:rPr>
          <w:rFonts w:ascii="Arial" w:hAnsi="Arial" w:cs="Arial"/>
          <w:sz w:val="22"/>
          <w:szCs w:val="22"/>
        </w:rPr>
        <w:t xml:space="preserve">ie </w:t>
      </w:r>
      <w:r>
        <w:rPr>
          <w:rFonts w:ascii="Arial" w:hAnsi="Arial" w:cs="Arial"/>
          <w:sz w:val="22"/>
          <w:szCs w:val="22"/>
        </w:rPr>
        <w:t xml:space="preserve">sieht </w:t>
      </w:r>
      <w:r w:rsidR="005F57CB">
        <w:rPr>
          <w:rFonts w:ascii="Arial" w:hAnsi="Arial" w:cs="Arial"/>
          <w:sz w:val="22"/>
          <w:szCs w:val="22"/>
        </w:rPr>
        <w:t xml:space="preserve">zukünftig </w:t>
      </w:r>
      <w:r>
        <w:rPr>
          <w:rFonts w:ascii="Arial" w:hAnsi="Arial" w:cs="Arial"/>
          <w:sz w:val="22"/>
          <w:szCs w:val="22"/>
        </w:rPr>
        <w:t>dieser</w:t>
      </w:r>
      <w:r w:rsidR="002D31A8">
        <w:rPr>
          <w:rFonts w:ascii="Arial" w:hAnsi="Arial" w:cs="Arial"/>
          <w:sz w:val="22"/>
          <w:szCs w:val="22"/>
        </w:rPr>
        <w:t xml:space="preserve"> Prozess</w:t>
      </w:r>
      <w:r>
        <w:rPr>
          <w:rFonts w:ascii="Arial" w:hAnsi="Arial" w:cs="Arial"/>
          <w:sz w:val="22"/>
          <w:szCs w:val="22"/>
        </w:rPr>
        <w:t xml:space="preserve"> aus</w:t>
      </w:r>
      <w:r w:rsidR="002D31A8">
        <w:rPr>
          <w:rFonts w:ascii="Arial" w:hAnsi="Arial" w:cs="Arial"/>
          <w:sz w:val="22"/>
          <w:szCs w:val="22"/>
        </w:rPr>
        <w:t xml:space="preserve">? Mit </w:t>
      </w:r>
      <w:r w:rsidR="003071F9">
        <w:rPr>
          <w:rFonts w:ascii="Arial" w:hAnsi="Arial" w:cs="Arial"/>
          <w:sz w:val="22"/>
          <w:szCs w:val="22"/>
        </w:rPr>
        <w:t>EPLAN</w:t>
      </w:r>
      <w:r w:rsidR="002D31A8">
        <w:rPr>
          <w:rFonts w:ascii="Arial" w:hAnsi="Arial" w:cs="Arial"/>
          <w:sz w:val="22"/>
          <w:szCs w:val="22"/>
        </w:rPr>
        <w:t xml:space="preserve"> </w:t>
      </w:r>
      <w:proofErr w:type="spellStart"/>
      <w:r w:rsidR="002D31A8">
        <w:rPr>
          <w:rFonts w:ascii="Arial" w:hAnsi="Arial" w:cs="Arial"/>
          <w:sz w:val="22"/>
          <w:szCs w:val="22"/>
        </w:rPr>
        <w:t>Preplanning</w:t>
      </w:r>
      <w:proofErr w:type="spellEnd"/>
      <w:r w:rsidR="002D31A8">
        <w:rPr>
          <w:rFonts w:ascii="Arial" w:hAnsi="Arial" w:cs="Arial"/>
          <w:sz w:val="22"/>
          <w:szCs w:val="22"/>
        </w:rPr>
        <w:t xml:space="preserve"> werden </w:t>
      </w:r>
      <w:r>
        <w:rPr>
          <w:rFonts w:ascii="Arial" w:hAnsi="Arial" w:cs="Arial"/>
          <w:sz w:val="22"/>
          <w:szCs w:val="22"/>
        </w:rPr>
        <w:t xml:space="preserve">zu Beginn </w:t>
      </w:r>
      <w:r w:rsidR="002D31A8">
        <w:rPr>
          <w:rFonts w:ascii="Arial" w:hAnsi="Arial" w:cs="Arial"/>
          <w:sz w:val="22"/>
          <w:szCs w:val="22"/>
        </w:rPr>
        <w:t xml:space="preserve">Mess- und Regelschemata erstellt, die unterschiedliche Sensoren und Aktoren </w:t>
      </w:r>
      <w:r w:rsidR="00231661">
        <w:rPr>
          <w:rFonts w:ascii="Arial" w:hAnsi="Arial" w:cs="Arial"/>
          <w:sz w:val="22"/>
          <w:szCs w:val="22"/>
        </w:rPr>
        <w:t>beinhalten</w:t>
      </w:r>
      <w:r w:rsidR="002D31A8">
        <w:rPr>
          <w:rFonts w:ascii="Arial" w:hAnsi="Arial" w:cs="Arial"/>
          <w:sz w:val="22"/>
          <w:szCs w:val="22"/>
        </w:rPr>
        <w:t>.</w:t>
      </w:r>
      <w:r w:rsidR="00231661">
        <w:rPr>
          <w:rFonts w:ascii="Arial" w:hAnsi="Arial" w:cs="Arial"/>
          <w:sz w:val="22"/>
          <w:szCs w:val="22"/>
        </w:rPr>
        <w:t xml:space="preserve"> </w:t>
      </w:r>
      <w:r w:rsidR="000438A0">
        <w:rPr>
          <w:rFonts w:ascii="Arial" w:hAnsi="Arial" w:cs="Arial"/>
          <w:sz w:val="22"/>
          <w:szCs w:val="22"/>
        </w:rPr>
        <w:t>Für eine schnelle Planung stellt</w:t>
      </w:r>
      <w:r w:rsidR="00231661">
        <w:rPr>
          <w:rFonts w:ascii="Arial" w:hAnsi="Arial" w:cs="Arial"/>
          <w:sz w:val="22"/>
          <w:szCs w:val="22"/>
        </w:rPr>
        <w:t xml:space="preserve"> </w:t>
      </w:r>
      <w:proofErr w:type="spellStart"/>
      <w:r w:rsidR="00231661">
        <w:rPr>
          <w:rFonts w:ascii="Arial" w:hAnsi="Arial" w:cs="Arial"/>
          <w:sz w:val="22"/>
          <w:szCs w:val="22"/>
        </w:rPr>
        <w:t>Eplan</w:t>
      </w:r>
      <w:proofErr w:type="spellEnd"/>
      <w:r w:rsidR="00231661">
        <w:rPr>
          <w:rFonts w:ascii="Arial" w:hAnsi="Arial" w:cs="Arial"/>
          <w:sz w:val="22"/>
          <w:szCs w:val="22"/>
        </w:rPr>
        <w:t xml:space="preserve"> sogenannte Industry Templates </w:t>
      </w:r>
      <w:r w:rsidR="00461640">
        <w:rPr>
          <w:rFonts w:ascii="Arial" w:hAnsi="Arial" w:cs="Arial"/>
          <w:sz w:val="22"/>
          <w:szCs w:val="22"/>
        </w:rPr>
        <w:t>für die Geb</w:t>
      </w:r>
      <w:r w:rsidR="00367BC8">
        <w:rPr>
          <w:rFonts w:ascii="Arial" w:hAnsi="Arial" w:cs="Arial"/>
          <w:sz w:val="22"/>
          <w:szCs w:val="22"/>
        </w:rPr>
        <w:t>ä</w:t>
      </w:r>
      <w:r w:rsidR="00461640">
        <w:rPr>
          <w:rFonts w:ascii="Arial" w:hAnsi="Arial" w:cs="Arial"/>
          <w:sz w:val="22"/>
          <w:szCs w:val="22"/>
        </w:rPr>
        <w:t xml:space="preserve">udeautomation </w:t>
      </w:r>
      <w:r w:rsidR="00367BC8">
        <w:rPr>
          <w:rFonts w:ascii="Arial" w:hAnsi="Arial" w:cs="Arial"/>
          <w:sz w:val="22"/>
          <w:szCs w:val="22"/>
        </w:rPr>
        <w:t xml:space="preserve">mit </w:t>
      </w:r>
      <w:r w:rsidR="00461640">
        <w:rPr>
          <w:rFonts w:ascii="Arial" w:hAnsi="Arial" w:cs="Arial"/>
          <w:sz w:val="22"/>
          <w:szCs w:val="22"/>
        </w:rPr>
        <w:t>relevantem Content zur Verfügung.</w:t>
      </w:r>
      <w:r w:rsidR="002D31A8">
        <w:rPr>
          <w:rFonts w:ascii="Arial" w:hAnsi="Arial" w:cs="Arial"/>
          <w:sz w:val="22"/>
          <w:szCs w:val="22"/>
        </w:rPr>
        <w:t xml:space="preserve"> </w:t>
      </w:r>
      <w:r w:rsidR="009E3B52">
        <w:rPr>
          <w:rFonts w:ascii="Arial" w:hAnsi="Arial" w:cs="Arial"/>
          <w:sz w:val="22"/>
          <w:szCs w:val="22"/>
        </w:rPr>
        <w:t>Standards</w:t>
      </w:r>
      <w:r w:rsidR="00F61266">
        <w:rPr>
          <w:rFonts w:ascii="Arial" w:hAnsi="Arial" w:cs="Arial"/>
          <w:sz w:val="22"/>
          <w:szCs w:val="22"/>
        </w:rPr>
        <w:t xml:space="preserve"> wie </w:t>
      </w:r>
      <w:r w:rsidR="00FC7F22">
        <w:rPr>
          <w:rFonts w:ascii="Arial" w:hAnsi="Arial" w:cs="Arial"/>
          <w:sz w:val="22"/>
          <w:szCs w:val="22"/>
        </w:rPr>
        <w:t>be</w:t>
      </w:r>
      <w:r w:rsidR="00F61266">
        <w:rPr>
          <w:rFonts w:ascii="Arial" w:hAnsi="Arial" w:cs="Arial"/>
          <w:sz w:val="22"/>
          <w:szCs w:val="22"/>
        </w:rPr>
        <w:t xml:space="preserve">ispielsweise AMEV oder </w:t>
      </w:r>
      <w:proofErr w:type="spellStart"/>
      <w:r w:rsidR="00F61266">
        <w:rPr>
          <w:rFonts w:ascii="Arial" w:hAnsi="Arial" w:cs="Arial"/>
          <w:sz w:val="22"/>
          <w:szCs w:val="22"/>
        </w:rPr>
        <w:t>BACnet</w:t>
      </w:r>
      <w:proofErr w:type="spellEnd"/>
      <w:r w:rsidR="009E3B52">
        <w:rPr>
          <w:rFonts w:ascii="Arial" w:hAnsi="Arial" w:cs="Arial"/>
          <w:sz w:val="22"/>
          <w:szCs w:val="22"/>
        </w:rPr>
        <w:t xml:space="preserve"> </w:t>
      </w:r>
      <w:r w:rsidR="00367BC8">
        <w:rPr>
          <w:rFonts w:ascii="Arial" w:hAnsi="Arial" w:cs="Arial"/>
          <w:sz w:val="22"/>
          <w:szCs w:val="22"/>
        </w:rPr>
        <w:t>werden in</w:t>
      </w:r>
      <w:r w:rsidR="009A4F2C">
        <w:rPr>
          <w:rFonts w:ascii="Arial" w:hAnsi="Arial" w:cs="Arial"/>
          <w:sz w:val="22"/>
          <w:szCs w:val="22"/>
        </w:rPr>
        <w:t xml:space="preserve"> Darstellung</w:t>
      </w:r>
      <w:r w:rsidR="00F61266">
        <w:rPr>
          <w:rFonts w:ascii="Arial" w:hAnsi="Arial" w:cs="Arial"/>
          <w:sz w:val="22"/>
          <w:szCs w:val="22"/>
        </w:rPr>
        <w:t>en</w:t>
      </w:r>
      <w:r w:rsidR="00AE7BEE">
        <w:rPr>
          <w:rFonts w:ascii="Arial" w:hAnsi="Arial" w:cs="Arial"/>
          <w:sz w:val="22"/>
          <w:szCs w:val="22"/>
        </w:rPr>
        <w:t xml:space="preserve"> und Auswertungen</w:t>
      </w:r>
      <w:r w:rsidR="00367BC8">
        <w:rPr>
          <w:rFonts w:ascii="Arial" w:hAnsi="Arial" w:cs="Arial"/>
          <w:sz w:val="22"/>
          <w:szCs w:val="22"/>
        </w:rPr>
        <w:t xml:space="preserve"> berücksichtigt</w:t>
      </w:r>
      <w:r w:rsidR="00B039B1">
        <w:rPr>
          <w:rFonts w:ascii="Arial" w:hAnsi="Arial" w:cs="Arial"/>
          <w:sz w:val="22"/>
          <w:szCs w:val="22"/>
        </w:rPr>
        <w:t xml:space="preserve">. </w:t>
      </w:r>
      <w:r w:rsidR="002D31A8">
        <w:rPr>
          <w:rFonts w:ascii="Arial" w:hAnsi="Arial" w:cs="Arial"/>
          <w:sz w:val="22"/>
          <w:szCs w:val="22"/>
        </w:rPr>
        <w:t>Datenpunkte</w:t>
      </w:r>
      <w:r w:rsidR="00AE7BEE">
        <w:rPr>
          <w:rFonts w:ascii="Arial" w:hAnsi="Arial" w:cs="Arial"/>
          <w:sz w:val="22"/>
          <w:szCs w:val="22"/>
        </w:rPr>
        <w:t xml:space="preserve"> und </w:t>
      </w:r>
      <w:r w:rsidR="00672CF8">
        <w:rPr>
          <w:rFonts w:ascii="Arial" w:hAnsi="Arial" w:cs="Arial"/>
          <w:sz w:val="22"/>
          <w:szCs w:val="22"/>
        </w:rPr>
        <w:t>deren Beschreibung</w:t>
      </w:r>
      <w:r w:rsidR="002D31A8">
        <w:rPr>
          <w:rFonts w:ascii="Arial" w:hAnsi="Arial" w:cs="Arial"/>
          <w:sz w:val="22"/>
          <w:szCs w:val="22"/>
        </w:rPr>
        <w:t xml:space="preserve"> </w:t>
      </w:r>
      <w:r w:rsidR="00604A25">
        <w:rPr>
          <w:rFonts w:ascii="Arial" w:hAnsi="Arial" w:cs="Arial"/>
          <w:sz w:val="22"/>
          <w:szCs w:val="22"/>
        </w:rPr>
        <w:t>lassen sich</w:t>
      </w:r>
      <w:r w:rsidR="002D31A8">
        <w:rPr>
          <w:rFonts w:ascii="Arial" w:hAnsi="Arial" w:cs="Arial"/>
          <w:sz w:val="22"/>
          <w:szCs w:val="22"/>
        </w:rPr>
        <w:t xml:space="preserve"> </w:t>
      </w:r>
      <w:r w:rsidR="00B039B1">
        <w:rPr>
          <w:rFonts w:ascii="Arial" w:hAnsi="Arial" w:cs="Arial"/>
          <w:sz w:val="22"/>
          <w:szCs w:val="22"/>
        </w:rPr>
        <w:t xml:space="preserve">aus EPLAN </w:t>
      </w:r>
      <w:r w:rsidR="00604A25">
        <w:rPr>
          <w:rFonts w:ascii="Arial" w:hAnsi="Arial" w:cs="Arial"/>
          <w:sz w:val="22"/>
          <w:szCs w:val="22"/>
        </w:rPr>
        <w:t xml:space="preserve">zunächst an die Steuerung und </w:t>
      </w:r>
      <w:r>
        <w:rPr>
          <w:rFonts w:ascii="Arial" w:hAnsi="Arial" w:cs="Arial"/>
          <w:sz w:val="22"/>
          <w:szCs w:val="22"/>
        </w:rPr>
        <w:t xml:space="preserve">in Folge </w:t>
      </w:r>
      <w:r w:rsidR="002D31A8">
        <w:rPr>
          <w:rFonts w:ascii="Arial" w:hAnsi="Arial" w:cs="Arial"/>
          <w:sz w:val="22"/>
          <w:szCs w:val="22"/>
        </w:rPr>
        <w:t xml:space="preserve">an </w:t>
      </w:r>
      <w:proofErr w:type="spellStart"/>
      <w:r w:rsidR="002D31A8">
        <w:rPr>
          <w:rFonts w:ascii="Arial" w:hAnsi="Arial" w:cs="Arial"/>
          <w:sz w:val="22"/>
          <w:szCs w:val="22"/>
        </w:rPr>
        <w:t>XAMControl</w:t>
      </w:r>
      <w:proofErr w:type="spellEnd"/>
      <w:r w:rsidR="002D31A8">
        <w:rPr>
          <w:rFonts w:ascii="Arial" w:hAnsi="Arial" w:cs="Arial"/>
          <w:sz w:val="22"/>
          <w:szCs w:val="22"/>
        </w:rPr>
        <w:t xml:space="preserve"> übergeben</w:t>
      </w:r>
      <w:r w:rsidR="00604A25">
        <w:rPr>
          <w:rFonts w:ascii="Arial" w:hAnsi="Arial" w:cs="Arial"/>
          <w:sz w:val="22"/>
          <w:szCs w:val="22"/>
        </w:rPr>
        <w:t xml:space="preserve">. </w:t>
      </w:r>
      <w:r w:rsidR="00122AAF">
        <w:rPr>
          <w:rFonts w:ascii="Arial" w:hAnsi="Arial" w:cs="Arial"/>
          <w:sz w:val="22"/>
          <w:szCs w:val="22"/>
        </w:rPr>
        <w:t>Dieser Schritt erleichter</w:t>
      </w:r>
      <w:r w:rsidR="00DC78C7">
        <w:rPr>
          <w:rFonts w:ascii="Arial" w:hAnsi="Arial" w:cs="Arial"/>
          <w:sz w:val="22"/>
          <w:szCs w:val="22"/>
        </w:rPr>
        <w:t>t</w:t>
      </w:r>
      <w:r w:rsidR="00122AAF">
        <w:rPr>
          <w:rFonts w:ascii="Arial" w:hAnsi="Arial" w:cs="Arial"/>
          <w:sz w:val="22"/>
          <w:szCs w:val="22"/>
        </w:rPr>
        <w:t xml:space="preserve"> die Programmierung und </w:t>
      </w:r>
      <w:r w:rsidR="00367BC8">
        <w:rPr>
          <w:rFonts w:ascii="Arial" w:hAnsi="Arial" w:cs="Arial"/>
          <w:sz w:val="22"/>
          <w:szCs w:val="22"/>
        </w:rPr>
        <w:t>Visualisierung</w:t>
      </w:r>
      <w:r w:rsidR="002B7AE3">
        <w:rPr>
          <w:rFonts w:ascii="Arial" w:hAnsi="Arial" w:cs="Arial"/>
          <w:sz w:val="22"/>
          <w:szCs w:val="22"/>
        </w:rPr>
        <w:t xml:space="preserve"> i</w:t>
      </w:r>
      <w:r w:rsidR="00367BC8">
        <w:rPr>
          <w:rFonts w:ascii="Arial" w:hAnsi="Arial" w:cs="Arial"/>
          <w:sz w:val="22"/>
          <w:szCs w:val="22"/>
        </w:rPr>
        <w:t>m Prozessleitsystem.</w:t>
      </w:r>
    </w:p>
    <w:p w14:paraId="096EDCF9" w14:textId="77777777" w:rsidR="003071F9" w:rsidRDefault="003071F9" w:rsidP="000D7AA5">
      <w:pPr>
        <w:spacing w:line="312" w:lineRule="auto"/>
        <w:ind w:right="3493"/>
        <w:rPr>
          <w:rFonts w:ascii="Arial" w:hAnsi="Arial" w:cs="Arial"/>
          <w:sz w:val="22"/>
          <w:szCs w:val="22"/>
        </w:rPr>
      </w:pPr>
    </w:p>
    <w:p w14:paraId="74E4EC22" w14:textId="7A5B87DA" w:rsidR="00604A25" w:rsidRDefault="00604A25" w:rsidP="000D7AA5">
      <w:pPr>
        <w:spacing w:line="312" w:lineRule="auto"/>
        <w:ind w:right="3493"/>
        <w:rPr>
          <w:rFonts w:ascii="Arial" w:hAnsi="Arial" w:cs="Arial"/>
          <w:sz w:val="22"/>
          <w:szCs w:val="22"/>
        </w:rPr>
      </w:pPr>
      <w:r>
        <w:rPr>
          <w:rFonts w:ascii="Arial" w:hAnsi="Arial" w:cs="Arial"/>
          <w:sz w:val="22"/>
          <w:szCs w:val="22"/>
        </w:rPr>
        <w:t>Der so genannte Automationsschwerpunkt – also der Schaltschrank inklusive Steuerung der Anlage –</w:t>
      </w:r>
    </w:p>
    <w:p w14:paraId="35C85627" w14:textId="3F5FEE0C" w:rsidR="00604A25" w:rsidRDefault="00604A25" w:rsidP="000D7AA5">
      <w:pPr>
        <w:spacing w:line="312" w:lineRule="auto"/>
        <w:ind w:right="3493"/>
        <w:rPr>
          <w:rFonts w:ascii="Arial" w:hAnsi="Arial" w:cs="Arial"/>
          <w:sz w:val="22"/>
          <w:szCs w:val="22"/>
        </w:rPr>
      </w:pPr>
      <w:r>
        <w:rPr>
          <w:rFonts w:ascii="Arial" w:hAnsi="Arial" w:cs="Arial"/>
          <w:sz w:val="22"/>
          <w:szCs w:val="22"/>
        </w:rPr>
        <w:t xml:space="preserve">wird ebenfalls über die Software EPLAN geplant. Hier kommt die 3D-Software EPLAN Pro Panel zum Einsatz, die wiederum per Kopplung zum </w:t>
      </w:r>
      <w:proofErr w:type="spellStart"/>
      <w:r>
        <w:rPr>
          <w:rFonts w:ascii="Arial" w:hAnsi="Arial" w:cs="Arial"/>
          <w:sz w:val="22"/>
          <w:szCs w:val="22"/>
        </w:rPr>
        <w:t>RiPanel</w:t>
      </w:r>
      <w:proofErr w:type="spellEnd"/>
      <w:r>
        <w:rPr>
          <w:rFonts w:ascii="Arial" w:hAnsi="Arial" w:cs="Arial"/>
          <w:sz w:val="22"/>
          <w:szCs w:val="22"/>
        </w:rPr>
        <w:t xml:space="preserve"> Processing Center </w:t>
      </w:r>
      <w:r w:rsidR="00C15F3D">
        <w:rPr>
          <w:rFonts w:ascii="Arial" w:hAnsi="Arial" w:cs="Arial"/>
          <w:sz w:val="22"/>
          <w:szCs w:val="22"/>
        </w:rPr>
        <w:t xml:space="preserve">von Rittal </w:t>
      </w:r>
      <w:r w:rsidR="00B039B1">
        <w:rPr>
          <w:rFonts w:ascii="Arial" w:hAnsi="Arial" w:cs="Arial"/>
          <w:sz w:val="22"/>
          <w:szCs w:val="22"/>
        </w:rPr>
        <w:t>die</w:t>
      </w:r>
      <w:r>
        <w:rPr>
          <w:rFonts w:ascii="Arial" w:hAnsi="Arial" w:cs="Arial"/>
          <w:sz w:val="22"/>
          <w:szCs w:val="22"/>
        </w:rPr>
        <w:t xml:space="preserve"> Daten aus dem Engineering an die Fertigung</w:t>
      </w:r>
      <w:r w:rsidR="00C15F3D">
        <w:rPr>
          <w:rFonts w:ascii="Arial" w:hAnsi="Arial" w:cs="Arial"/>
          <w:sz w:val="22"/>
          <w:szCs w:val="22"/>
        </w:rPr>
        <w:t xml:space="preserve"> von Schaltschränken</w:t>
      </w:r>
      <w:r>
        <w:rPr>
          <w:rFonts w:ascii="Arial" w:hAnsi="Arial" w:cs="Arial"/>
          <w:sz w:val="22"/>
          <w:szCs w:val="22"/>
        </w:rPr>
        <w:t xml:space="preserve"> </w:t>
      </w:r>
      <w:r w:rsidR="00B039B1">
        <w:rPr>
          <w:rFonts w:ascii="Arial" w:hAnsi="Arial" w:cs="Arial"/>
          <w:sz w:val="22"/>
          <w:szCs w:val="22"/>
        </w:rPr>
        <w:t>„durchreicht“</w:t>
      </w:r>
      <w:r>
        <w:rPr>
          <w:rFonts w:ascii="Arial" w:hAnsi="Arial" w:cs="Arial"/>
          <w:sz w:val="22"/>
          <w:szCs w:val="22"/>
        </w:rPr>
        <w:t>.</w:t>
      </w:r>
    </w:p>
    <w:p w14:paraId="437A4BEB" w14:textId="77777777" w:rsidR="003071F9" w:rsidRDefault="003071F9" w:rsidP="000D7AA5">
      <w:pPr>
        <w:spacing w:line="312" w:lineRule="auto"/>
        <w:ind w:right="3493"/>
        <w:rPr>
          <w:rFonts w:ascii="Arial" w:hAnsi="Arial" w:cs="Arial"/>
          <w:sz w:val="22"/>
          <w:szCs w:val="22"/>
        </w:rPr>
      </w:pPr>
    </w:p>
    <w:p w14:paraId="406E03E9" w14:textId="0B910A1C" w:rsidR="00604A25" w:rsidRPr="003071F9" w:rsidRDefault="003071F9" w:rsidP="003071F9">
      <w:pPr>
        <w:spacing w:after="120" w:line="312" w:lineRule="auto"/>
        <w:ind w:right="3493"/>
        <w:rPr>
          <w:rFonts w:ascii="Arial" w:hAnsi="Arial" w:cs="Arial"/>
          <w:b/>
          <w:bCs/>
          <w:sz w:val="22"/>
          <w:szCs w:val="22"/>
        </w:rPr>
      </w:pPr>
      <w:r w:rsidRPr="003071F9">
        <w:rPr>
          <w:rFonts w:ascii="Arial" w:hAnsi="Arial" w:cs="Arial"/>
          <w:b/>
          <w:bCs/>
          <w:sz w:val="22"/>
          <w:szCs w:val="22"/>
        </w:rPr>
        <w:t>Per Viewer Zugriff für Betrieb und Instandhaltung</w:t>
      </w:r>
    </w:p>
    <w:p w14:paraId="62125419" w14:textId="47E8FC45" w:rsidR="00604A25" w:rsidRDefault="00604A25" w:rsidP="000D7AA5">
      <w:pPr>
        <w:spacing w:line="312" w:lineRule="auto"/>
        <w:ind w:right="3493"/>
        <w:rPr>
          <w:rFonts w:ascii="Arial" w:hAnsi="Arial" w:cs="Arial"/>
          <w:sz w:val="22"/>
          <w:szCs w:val="22"/>
        </w:rPr>
      </w:pPr>
      <w:r>
        <w:rPr>
          <w:rFonts w:ascii="Arial" w:hAnsi="Arial" w:cs="Arial"/>
          <w:sz w:val="22"/>
          <w:szCs w:val="22"/>
        </w:rPr>
        <w:t xml:space="preserve">Für volle Durchgängigkeit lassen sich alle während der Wertschöpfungskette gesammelten Informationen in Betrieb, Wartung und Instandhaltung digital bereitstellen. Dafür wird das Projekt in der </w:t>
      </w:r>
      <w:r w:rsidR="00367BC8">
        <w:rPr>
          <w:rFonts w:ascii="Arial" w:hAnsi="Arial" w:cs="Arial"/>
          <w:sz w:val="22"/>
          <w:szCs w:val="22"/>
        </w:rPr>
        <w:t xml:space="preserve">EPLAN </w:t>
      </w:r>
      <w:r>
        <w:rPr>
          <w:rFonts w:ascii="Arial" w:hAnsi="Arial" w:cs="Arial"/>
          <w:sz w:val="22"/>
          <w:szCs w:val="22"/>
        </w:rPr>
        <w:t xml:space="preserve">Cloud abgelegt und per Zugriffsverwaltung den </w:t>
      </w:r>
      <w:r w:rsidR="00C15F3D">
        <w:rPr>
          <w:rFonts w:ascii="Arial" w:hAnsi="Arial" w:cs="Arial"/>
          <w:sz w:val="22"/>
          <w:szCs w:val="22"/>
        </w:rPr>
        <w:t xml:space="preserve">jeweils </w:t>
      </w:r>
      <w:r>
        <w:rPr>
          <w:rFonts w:ascii="Arial" w:hAnsi="Arial" w:cs="Arial"/>
          <w:sz w:val="22"/>
          <w:szCs w:val="22"/>
        </w:rPr>
        <w:t xml:space="preserve">am Prozess Beteiligten bereitgestellt. Notwendige Anpassungen der Dokumentation lassen sich im Wartungsfall per </w:t>
      </w:r>
      <w:proofErr w:type="spellStart"/>
      <w:r>
        <w:rPr>
          <w:rFonts w:ascii="Arial" w:hAnsi="Arial" w:cs="Arial"/>
          <w:sz w:val="22"/>
          <w:szCs w:val="22"/>
        </w:rPr>
        <w:t>Red</w:t>
      </w:r>
      <w:proofErr w:type="spellEnd"/>
      <w:r>
        <w:rPr>
          <w:rFonts w:ascii="Arial" w:hAnsi="Arial" w:cs="Arial"/>
          <w:sz w:val="22"/>
          <w:szCs w:val="22"/>
        </w:rPr>
        <w:t xml:space="preserve">- und </w:t>
      </w:r>
      <w:proofErr w:type="spellStart"/>
      <w:r>
        <w:rPr>
          <w:rFonts w:ascii="Arial" w:hAnsi="Arial" w:cs="Arial"/>
          <w:sz w:val="22"/>
          <w:szCs w:val="22"/>
        </w:rPr>
        <w:t>Greenlining</w:t>
      </w:r>
      <w:proofErr w:type="spellEnd"/>
      <w:r>
        <w:rPr>
          <w:rFonts w:ascii="Arial" w:hAnsi="Arial" w:cs="Arial"/>
          <w:sz w:val="22"/>
          <w:szCs w:val="22"/>
        </w:rPr>
        <w:t xml:space="preserve"> über </w:t>
      </w:r>
      <w:r w:rsidR="00C15F3D">
        <w:rPr>
          <w:rFonts w:ascii="Arial" w:hAnsi="Arial" w:cs="Arial"/>
          <w:sz w:val="22"/>
          <w:szCs w:val="22"/>
        </w:rPr>
        <w:t>EPLAN</w:t>
      </w:r>
      <w:r>
        <w:rPr>
          <w:rFonts w:ascii="Arial" w:hAnsi="Arial" w:cs="Arial"/>
          <w:sz w:val="22"/>
          <w:szCs w:val="22"/>
        </w:rPr>
        <w:t xml:space="preserve"> </w:t>
      </w:r>
      <w:proofErr w:type="spellStart"/>
      <w:r>
        <w:rPr>
          <w:rFonts w:ascii="Arial" w:hAnsi="Arial" w:cs="Arial"/>
          <w:sz w:val="22"/>
          <w:szCs w:val="22"/>
        </w:rPr>
        <w:t>eView</w:t>
      </w:r>
      <w:proofErr w:type="spellEnd"/>
      <w:r>
        <w:rPr>
          <w:rFonts w:ascii="Arial" w:hAnsi="Arial" w:cs="Arial"/>
          <w:sz w:val="22"/>
          <w:szCs w:val="22"/>
        </w:rPr>
        <w:t xml:space="preserve"> abbilden – und natürlich </w:t>
      </w:r>
      <w:r w:rsidR="00C15F3D">
        <w:rPr>
          <w:rFonts w:ascii="Arial" w:hAnsi="Arial" w:cs="Arial"/>
          <w:sz w:val="22"/>
          <w:szCs w:val="22"/>
        </w:rPr>
        <w:t xml:space="preserve">auch </w:t>
      </w:r>
      <w:r>
        <w:rPr>
          <w:rFonts w:ascii="Arial" w:hAnsi="Arial" w:cs="Arial"/>
          <w:sz w:val="22"/>
          <w:szCs w:val="22"/>
        </w:rPr>
        <w:t xml:space="preserve">ins Projekt zurückspielen. </w:t>
      </w:r>
    </w:p>
    <w:p w14:paraId="7FA59CD1" w14:textId="0F7E0553" w:rsidR="00C15F3D" w:rsidRDefault="00C15F3D" w:rsidP="000D7AA5">
      <w:pPr>
        <w:spacing w:line="312" w:lineRule="auto"/>
        <w:ind w:right="3493"/>
        <w:rPr>
          <w:rFonts w:ascii="Arial" w:hAnsi="Arial" w:cs="Arial"/>
          <w:sz w:val="22"/>
          <w:szCs w:val="22"/>
        </w:rPr>
      </w:pPr>
    </w:p>
    <w:p w14:paraId="709EFD51" w14:textId="072F56B4" w:rsidR="00C15F3D" w:rsidRPr="00C15F3D" w:rsidRDefault="00A109B3" w:rsidP="00A109B3">
      <w:pPr>
        <w:spacing w:after="120" w:line="312" w:lineRule="auto"/>
        <w:ind w:right="3493"/>
        <w:rPr>
          <w:rFonts w:ascii="Arial" w:hAnsi="Arial" w:cs="Arial"/>
          <w:b/>
          <w:bCs/>
          <w:sz w:val="22"/>
          <w:szCs w:val="22"/>
        </w:rPr>
      </w:pPr>
      <w:r>
        <w:rPr>
          <w:rFonts w:ascii="Arial" w:hAnsi="Arial" w:cs="Arial"/>
          <w:b/>
          <w:bCs/>
          <w:sz w:val="22"/>
          <w:szCs w:val="22"/>
        </w:rPr>
        <w:t xml:space="preserve">Branchendialog: </w:t>
      </w:r>
      <w:r w:rsidR="00C15F3D" w:rsidRPr="00C15F3D">
        <w:rPr>
          <w:rFonts w:ascii="Arial" w:hAnsi="Arial" w:cs="Arial"/>
          <w:b/>
          <w:bCs/>
          <w:sz w:val="22"/>
          <w:szCs w:val="22"/>
        </w:rPr>
        <w:t>Austausch erwünscht</w:t>
      </w:r>
      <w:r>
        <w:rPr>
          <w:rFonts w:ascii="Arial" w:hAnsi="Arial" w:cs="Arial"/>
          <w:b/>
          <w:bCs/>
          <w:sz w:val="22"/>
          <w:szCs w:val="22"/>
        </w:rPr>
        <w:t xml:space="preserve"> </w:t>
      </w:r>
    </w:p>
    <w:p w14:paraId="7D2C1B9B" w14:textId="2902DCD5" w:rsidR="003071F9" w:rsidRDefault="00C15F3D" w:rsidP="000D7AA5">
      <w:pPr>
        <w:spacing w:line="312" w:lineRule="auto"/>
        <w:ind w:right="3493"/>
        <w:rPr>
          <w:rFonts w:ascii="Arial" w:hAnsi="Arial" w:cs="Arial"/>
          <w:sz w:val="22"/>
          <w:szCs w:val="22"/>
        </w:rPr>
      </w:pPr>
      <w:r>
        <w:rPr>
          <w:rFonts w:ascii="Arial" w:hAnsi="Arial" w:cs="Arial"/>
          <w:sz w:val="22"/>
          <w:szCs w:val="22"/>
        </w:rPr>
        <w:t xml:space="preserve">Lösungsanbieter </w:t>
      </w:r>
      <w:proofErr w:type="spellStart"/>
      <w:r>
        <w:rPr>
          <w:rFonts w:ascii="Arial" w:hAnsi="Arial" w:cs="Arial"/>
          <w:sz w:val="22"/>
          <w:szCs w:val="22"/>
        </w:rPr>
        <w:t>Eplan</w:t>
      </w:r>
      <w:proofErr w:type="spellEnd"/>
      <w:r w:rsidRPr="00C15F3D">
        <w:rPr>
          <w:rFonts w:ascii="Arial" w:hAnsi="Arial" w:cs="Arial"/>
          <w:sz w:val="22"/>
          <w:szCs w:val="22"/>
        </w:rPr>
        <w:t xml:space="preserve"> unterstützt </w:t>
      </w:r>
      <w:r w:rsidR="00A109B3">
        <w:rPr>
          <w:rFonts w:ascii="Arial" w:hAnsi="Arial" w:cs="Arial"/>
          <w:sz w:val="22"/>
          <w:szCs w:val="22"/>
        </w:rPr>
        <w:t xml:space="preserve">Unternehmen </w:t>
      </w:r>
      <w:r w:rsidRPr="00C15F3D">
        <w:rPr>
          <w:rFonts w:ascii="Arial" w:hAnsi="Arial" w:cs="Arial"/>
          <w:sz w:val="22"/>
          <w:szCs w:val="22"/>
        </w:rPr>
        <w:t xml:space="preserve">mit ganzheitlichen </w:t>
      </w:r>
      <w:r>
        <w:rPr>
          <w:rFonts w:ascii="Arial" w:hAnsi="Arial" w:cs="Arial"/>
          <w:sz w:val="22"/>
          <w:szCs w:val="22"/>
        </w:rPr>
        <w:t>Anwendungen</w:t>
      </w:r>
      <w:r w:rsidRPr="00C15F3D">
        <w:rPr>
          <w:rFonts w:ascii="Arial" w:hAnsi="Arial" w:cs="Arial"/>
          <w:sz w:val="22"/>
          <w:szCs w:val="22"/>
        </w:rPr>
        <w:t>, mit denen Prozesse im Bauwesen erheblich effizienter und automatisiert umgesetzt werden können</w:t>
      </w:r>
      <w:r>
        <w:rPr>
          <w:rFonts w:ascii="Arial" w:hAnsi="Arial" w:cs="Arial"/>
          <w:sz w:val="22"/>
          <w:szCs w:val="22"/>
        </w:rPr>
        <w:t xml:space="preserve">. </w:t>
      </w:r>
      <w:r w:rsidR="00A109B3">
        <w:rPr>
          <w:rFonts w:ascii="Arial" w:hAnsi="Arial" w:cs="Arial"/>
          <w:sz w:val="22"/>
          <w:szCs w:val="22"/>
        </w:rPr>
        <w:t xml:space="preserve">Zudem bietet </w:t>
      </w:r>
      <w:proofErr w:type="spellStart"/>
      <w:r w:rsidR="00A109B3">
        <w:rPr>
          <w:rFonts w:ascii="Arial" w:hAnsi="Arial" w:cs="Arial"/>
          <w:sz w:val="22"/>
          <w:szCs w:val="22"/>
        </w:rPr>
        <w:t>Eplan</w:t>
      </w:r>
      <w:proofErr w:type="spellEnd"/>
      <w:r w:rsidR="00A109B3">
        <w:rPr>
          <w:rFonts w:ascii="Arial" w:hAnsi="Arial" w:cs="Arial"/>
          <w:sz w:val="22"/>
          <w:szCs w:val="22"/>
        </w:rPr>
        <w:t xml:space="preserve"> m</w:t>
      </w:r>
      <w:r w:rsidRPr="00C15F3D">
        <w:rPr>
          <w:rFonts w:ascii="Arial" w:hAnsi="Arial" w:cs="Arial"/>
          <w:sz w:val="22"/>
          <w:szCs w:val="22"/>
        </w:rPr>
        <w:t xml:space="preserve">it dem Branchendialog </w:t>
      </w:r>
      <w:proofErr w:type="gramStart"/>
      <w:r w:rsidRPr="00C15F3D">
        <w:rPr>
          <w:rFonts w:ascii="Arial" w:hAnsi="Arial" w:cs="Arial"/>
          <w:sz w:val="22"/>
          <w:szCs w:val="22"/>
        </w:rPr>
        <w:t>Gebäudetechnik </w:t>
      </w:r>
      <w:r>
        <w:rPr>
          <w:rFonts w:ascii="Arial" w:hAnsi="Arial" w:cs="Arial"/>
          <w:sz w:val="22"/>
          <w:szCs w:val="22"/>
        </w:rPr>
        <w:t xml:space="preserve"> </w:t>
      </w:r>
      <w:r w:rsidRPr="00C15F3D">
        <w:rPr>
          <w:rFonts w:ascii="Arial" w:hAnsi="Arial" w:cs="Arial"/>
          <w:sz w:val="22"/>
          <w:szCs w:val="22"/>
        </w:rPr>
        <w:t>eine</w:t>
      </w:r>
      <w:proofErr w:type="gramEnd"/>
      <w:r w:rsidRPr="00C15F3D">
        <w:rPr>
          <w:rFonts w:ascii="Arial" w:hAnsi="Arial" w:cs="Arial"/>
          <w:sz w:val="22"/>
          <w:szCs w:val="22"/>
        </w:rPr>
        <w:t xml:space="preserve"> Plattform zum </w:t>
      </w:r>
      <w:r w:rsidR="00A109B3">
        <w:rPr>
          <w:rFonts w:ascii="Arial" w:hAnsi="Arial" w:cs="Arial"/>
          <w:sz w:val="22"/>
          <w:szCs w:val="22"/>
        </w:rPr>
        <w:t xml:space="preserve">Austausch </w:t>
      </w:r>
      <w:r>
        <w:rPr>
          <w:rFonts w:ascii="Arial" w:hAnsi="Arial" w:cs="Arial"/>
          <w:sz w:val="22"/>
          <w:szCs w:val="22"/>
        </w:rPr>
        <w:t>unter Experten.</w:t>
      </w:r>
      <w:r w:rsidRPr="00C15F3D">
        <w:rPr>
          <w:rFonts w:ascii="Arial" w:hAnsi="Arial" w:cs="Arial"/>
          <w:sz w:val="22"/>
          <w:szCs w:val="22"/>
        </w:rPr>
        <w:t xml:space="preserve"> </w:t>
      </w:r>
      <w:r>
        <w:rPr>
          <w:rFonts w:ascii="Arial" w:hAnsi="Arial" w:cs="Arial"/>
          <w:sz w:val="22"/>
          <w:szCs w:val="22"/>
        </w:rPr>
        <w:t xml:space="preserve">Die nächste Veranstaltung unter Beteiligung von </w:t>
      </w:r>
      <w:proofErr w:type="spellStart"/>
      <w:r>
        <w:rPr>
          <w:rFonts w:ascii="Arial" w:hAnsi="Arial" w:cs="Arial"/>
          <w:sz w:val="22"/>
          <w:szCs w:val="22"/>
        </w:rPr>
        <w:t>Evon</w:t>
      </w:r>
      <w:proofErr w:type="spellEnd"/>
      <w:r>
        <w:rPr>
          <w:rFonts w:ascii="Arial" w:hAnsi="Arial" w:cs="Arial"/>
          <w:sz w:val="22"/>
          <w:szCs w:val="22"/>
        </w:rPr>
        <w:t xml:space="preserve"> </w:t>
      </w:r>
      <w:r w:rsidR="00B039B1">
        <w:rPr>
          <w:rFonts w:ascii="Arial" w:hAnsi="Arial" w:cs="Arial"/>
          <w:sz w:val="22"/>
          <w:szCs w:val="22"/>
        </w:rPr>
        <w:t xml:space="preserve">und zahlreichen anderen Partnern </w:t>
      </w:r>
      <w:r>
        <w:rPr>
          <w:rFonts w:ascii="Arial" w:hAnsi="Arial" w:cs="Arial"/>
          <w:sz w:val="22"/>
          <w:szCs w:val="22"/>
        </w:rPr>
        <w:t xml:space="preserve">findet am 14.03.2024 in Köln statt. </w:t>
      </w:r>
    </w:p>
    <w:p w14:paraId="520E9403" w14:textId="77777777" w:rsidR="003071F9" w:rsidRDefault="003071F9" w:rsidP="000D7AA5">
      <w:pPr>
        <w:spacing w:line="312" w:lineRule="auto"/>
        <w:ind w:right="3493"/>
        <w:rPr>
          <w:rFonts w:ascii="Arial" w:hAnsi="Arial" w:cs="Arial"/>
          <w:sz w:val="22"/>
          <w:szCs w:val="22"/>
        </w:rPr>
      </w:pPr>
    </w:p>
    <w:p w14:paraId="0BDEDA26" w14:textId="5C26A1AC" w:rsidR="00091582" w:rsidRDefault="00C15F3D" w:rsidP="000D7AA5">
      <w:pPr>
        <w:spacing w:line="312" w:lineRule="auto"/>
        <w:ind w:right="3493"/>
        <w:rPr>
          <w:rFonts w:ascii="Arial" w:hAnsi="Arial" w:cs="Arial"/>
          <w:sz w:val="22"/>
          <w:szCs w:val="22"/>
        </w:rPr>
      </w:pPr>
      <w:r>
        <w:rPr>
          <w:rFonts w:ascii="Arial" w:hAnsi="Arial" w:cs="Arial"/>
          <w:sz w:val="22"/>
          <w:szCs w:val="22"/>
        </w:rPr>
        <w:t xml:space="preserve">Interessierte sind </w:t>
      </w:r>
      <w:r w:rsidR="00091582">
        <w:rPr>
          <w:rFonts w:ascii="Arial" w:hAnsi="Arial" w:cs="Arial"/>
          <w:sz w:val="22"/>
          <w:szCs w:val="22"/>
        </w:rPr>
        <w:t xml:space="preserve">herzlich </w:t>
      </w:r>
      <w:r>
        <w:rPr>
          <w:rFonts w:ascii="Arial" w:hAnsi="Arial" w:cs="Arial"/>
          <w:sz w:val="22"/>
          <w:szCs w:val="22"/>
        </w:rPr>
        <w:t xml:space="preserve">eingeladen </w:t>
      </w:r>
      <w:r w:rsidR="00B039B1">
        <w:rPr>
          <w:rFonts w:ascii="Arial" w:hAnsi="Arial" w:cs="Arial"/>
          <w:sz w:val="22"/>
          <w:szCs w:val="22"/>
        </w:rPr>
        <w:t xml:space="preserve">– </w:t>
      </w:r>
      <w:r w:rsidR="00091582">
        <w:rPr>
          <w:rFonts w:ascii="Arial" w:hAnsi="Arial" w:cs="Arial"/>
          <w:sz w:val="22"/>
          <w:szCs w:val="22"/>
        </w:rPr>
        <w:t>m</w:t>
      </w:r>
      <w:r>
        <w:rPr>
          <w:rFonts w:ascii="Arial" w:hAnsi="Arial" w:cs="Arial"/>
          <w:sz w:val="22"/>
          <w:szCs w:val="22"/>
        </w:rPr>
        <w:t xml:space="preserve">ehr Infos unter: </w:t>
      </w:r>
    </w:p>
    <w:p w14:paraId="59762BA5" w14:textId="547DA2D7" w:rsidR="00C15F3D" w:rsidRDefault="00470628" w:rsidP="000D7AA5">
      <w:pPr>
        <w:spacing w:line="312" w:lineRule="auto"/>
        <w:ind w:right="3493"/>
        <w:rPr>
          <w:rFonts w:ascii="Arial" w:hAnsi="Arial" w:cs="Arial"/>
          <w:sz w:val="22"/>
          <w:szCs w:val="22"/>
        </w:rPr>
      </w:pPr>
      <w:hyperlink r:id="rId11" w:history="1">
        <w:r w:rsidR="00A109B3" w:rsidRPr="00A109B3">
          <w:rPr>
            <w:rStyle w:val="Hyperlink"/>
            <w:rFonts w:ascii="Arial" w:hAnsi="Arial" w:cs="Arial"/>
            <w:sz w:val="22"/>
            <w:szCs w:val="22"/>
          </w:rPr>
          <w:t>www.eplan.de/dialog-gebaeude</w:t>
        </w:r>
      </w:hyperlink>
    </w:p>
    <w:p w14:paraId="1E097A8F" w14:textId="77777777" w:rsidR="00604A25" w:rsidRDefault="00604A25" w:rsidP="000D7AA5">
      <w:pPr>
        <w:spacing w:line="312" w:lineRule="auto"/>
        <w:ind w:right="3493"/>
        <w:rPr>
          <w:rFonts w:ascii="Arial" w:hAnsi="Arial" w:cs="Arial"/>
          <w:sz w:val="22"/>
          <w:szCs w:val="22"/>
        </w:rPr>
      </w:pPr>
    </w:p>
    <w:p w14:paraId="0C038DC8" w14:textId="5FDA27AF" w:rsidR="0020315E" w:rsidRDefault="0020315E" w:rsidP="008E03DA">
      <w:pPr>
        <w:spacing w:line="312" w:lineRule="auto"/>
        <w:ind w:right="3493"/>
        <w:rPr>
          <w:rFonts w:ascii="Arial" w:hAnsi="Arial" w:cs="Arial"/>
          <w:sz w:val="22"/>
          <w:szCs w:val="22"/>
        </w:rPr>
      </w:pPr>
      <w:r w:rsidRPr="0035380A">
        <w:rPr>
          <w:rFonts w:ascii="Arial" w:hAnsi="Arial" w:cs="Arial"/>
          <w:sz w:val="22"/>
          <w:szCs w:val="22"/>
        </w:rPr>
        <w:t>(</w:t>
      </w:r>
      <w:r w:rsidR="00567C7A">
        <w:rPr>
          <w:rFonts w:ascii="Arial" w:hAnsi="Arial" w:cs="Arial"/>
          <w:sz w:val="22"/>
          <w:szCs w:val="22"/>
        </w:rPr>
        <w:t>3.</w:t>
      </w:r>
      <w:r w:rsidR="00A109B3">
        <w:rPr>
          <w:rFonts w:ascii="Arial" w:hAnsi="Arial" w:cs="Arial"/>
          <w:sz w:val="22"/>
          <w:szCs w:val="22"/>
        </w:rPr>
        <w:t>96</w:t>
      </w:r>
      <w:r w:rsidR="007E54D6">
        <w:rPr>
          <w:rFonts w:ascii="Arial" w:hAnsi="Arial" w:cs="Arial"/>
          <w:sz w:val="22"/>
          <w:szCs w:val="22"/>
        </w:rPr>
        <w:t>8</w:t>
      </w:r>
      <w:r w:rsidR="00A109B3">
        <w:rPr>
          <w:rFonts w:ascii="Arial" w:hAnsi="Arial" w:cs="Arial"/>
          <w:sz w:val="22"/>
          <w:szCs w:val="22"/>
        </w:rPr>
        <w:t xml:space="preserve"> </w:t>
      </w:r>
      <w:r w:rsidRPr="0035380A">
        <w:rPr>
          <w:rFonts w:ascii="Arial" w:hAnsi="Arial" w:cs="Arial"/>
          <w:sz w:val="22"/>
          <w:szCs w:val="22"/>
        </w:rPr>
        <w:t>Zeichen)</w:t>
      </w:r>
    </w:p>
    <w:p w14:paraId="4D19D45C" w14:textId="77777777" w:rsidR="000136BF" w:rsidRPr="008E03DA" w:rsidRDefault="000136BF" w:rsidP="008E03DA">
      <w:pPr>
        <w:spacing w:line="312" w:lineRule="auto"/>
        <w:ind w:right="3493"/>
        <w:rPr>
          <w:rFonts w:ascii="Arial" w:eastAsia="Arial" w:hAnsi="Arial" w:cs="Arial"/>
          <w:sz w:val="22"/>
          <w:szCs w:val="22"/>
        </w:rPr>
      </w:pPr>
    </w:p>
    <w:p w14:paraId="432BA3B5" w14:textId="501B2409" w:rsidR="0020315E" w:rsidRDefault="0020315E" w:rsidP="45AA45C1">
      <w:pPr>
        <w:spacing w:after="240" w:line="312" w:lineRule="auto"/>
        <w:ind w:right="3493"/>
        <w:rPr>
          <w:rFonts w:ascii="Wingdings" w:hAnsi="Wingdings"/>
        </w:rPr>
      </w:pPr>
      <w:r w:rsidRPr="45AA45C1">
        <w:rPr>
          <w:rFonts w:ascii="Wingdings" w:hAnsi="Wingdings"/>
        </w:rPr>
        <w:t></w:t>
      </w:r>
    </w:p>
    <w:p w14:paraId="08BD2075" w14:textId="31C570E1" w:rsidR="000136BF" w:rsidRDefault="00AA32AD" w:rsidP="002A2D5B">
      <w:pPr>
        <w:spacing w:after="100" w:afterAutospacing="1" w:line="312" w:lineRule="auto"/>
        <w:ind w:right="3493"/>
        <w:rPr>
          <w:rFonts w:ascii="Arial" w:hAnsi="Arial" w:cs="Arial"/>
          <w:sz w:val="18"/>
        </w:rPr>
      </w:pPr>
      <w:proofErr w:type="spellStart"/>
      <w:r>
        <w:rPr>
          <w:rFonts w:ascii="Arial" w:hAnsi="Arial" w:cs="Arial"/>
          <w:sz w:val="18"/>
        </w:rPr>
        <w:t>Evon</w:t>
      </w:r>
      <w:proofErr w:type="spellEnd"/>
      <w:r>
        <w:rPr>
          <w:rFonts w:ascii="Arial" w:hAnsi="Arial" w:cs="Arial"/>
          <w:sz w:val="18"/>
        </w:rPr>
        <w:t xml:space="preserve"> Partnerschaft</w:t>
      </w:r>
      <w:r w:rsidR="002A2D5B">
        <w:rPr>
          <w:rFonts w:ascii="Arial" w:hAnsi="Arial" w:cs="Arial"/>
          <w:sz w:val="18"/>
        </w:rPr>
        <w:t xml:space="preserve">.jpg: Sebastian Seitz, CEO </w:t>
      </w:r>
      <w:proofErr w:type="spellStart"/>
      <w:r w:rsidR="002A2D5B">
        <w:rPr>
          <w:rFonts w:ascii="Arial" w:hAnsi="Arial" w:cs="Arial"/>
          <w:sz w:val="18"/>
        </w:rPr>
        <w:t>Eplan</w:t>
      </w:r>
      <w:proofErr w:type="spellEnd"/>
      <w:r w:rsidR="002A2D5B">
        <w:rPr>
          <w:rFonts w:ascii="Arial" w:hAnsi="Arial" w:cs="Arial"/>
          <w:sz w:val="18"/>
        </w:rPr>
        <w:t xml:space="preserve"> </w:t>
      </w:r>
      <w:r w:rsidR="008E16E7">
        <w:rPr>
          <w:rFonts w:ascii="Arial" w:hAnsi="Arial" w:cs="Arial"/>
          <w:sz w:val="18"/>
        </w:rPr>
        <w:t xml:space="preserve">(rechts) </w:t>
      </w:r>
      <w:r w:rsidR="002A2D5B">
        <w:rPr>
          <w:rFonts w:ascii="Arial" w:hAnsi="Arial" w:cs="Arial"/>
          <w:sz w:val="18"/>
        </w:rPr>
        <w:t xml:space="preserve">und Andreas Leitner, Geschäftsführer der </w:t>
      </w:r>
      <w:proofErr w:type="spellStart"/>
      <w:r w:rsidR="002A2D5B">
        <w:rPr>
          <w:rFonts w:ascii="Arial" w:hAnsi="Arial" w:cs="Arial"/>
          <w:sz w:val="18"/>
        </w:rPr>
        <w:t>Evon</w:t>
      </w:r>
      <w:proofErr w:type="spellEnd"/>
      <w:r w:rsidR="002A2D5B">
        <w:rPr>
          <w:rFonts w:ascii="Arial" w:hAnsi="Arial" w:cs="Arial"/>
          <w:sz w:val="18"/>
        </w:rPr>
        <w:t xml:space="preserve"> GmbH, besiegelten auf der SPS in Nürnberg die neue Technologiepartnerschaft im Rahmen des </w:t>
      </w:r>
      <w:proofErr w:type="spellStart"/>
      <w:r w:rsidR="002A2D5B">
        <w:rPr>
          <w:rFonts w:ascii="Arial" w:hAnsi="Arial" w:cs="Arial"/>
          <w:sz w:val="18"/>
        </w:rPr>
        <w:t>Eplan</w:t>
      </w:r>
      <w:proofErr w:type="spellEnd"/>
      <w:r w:rsidR="002A2D5B">
        <w:rPr>
          <w:rFonts w:ascii="Arial" w:hAnsi="Arial" w:cs="Arial"/>
          <w:sz w:val="18"/>
        </w:rPr>
        <w:t xml:space="preserve"> Partner Network</w:t>
      </w:r>
      <w:r w:rsidR="007E54D6">
        <w:rPr>
          <w:rFonts w:ascii="Arial" w:hAnsi="Arial" w:cs="Arial"/>
          <w:sz w:val="18"/>
        </w:rPr>
        <w:t>s</w:t>
      </w:r>
      <w:r w:rsidR="002A2D5B">
        <w:rPr>
          <w:rFonts w:ascii="Arial" w:hAnsi="Arial" w:cs="Arial"/>
          <w:sz w:val="18"/>
        </w:rPr>
        <w:t>.</w:t>
      </w:r>
    </w:p>
    <w:p w14:paraId="3BF0CAFE" w14:textId="2FFFF094" w:rsidR="000136BF" w:rsidRDefault="000136BF" w:rsidP="000136BF">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Pr="00EF6AD8">
        <w:rPr>
          <w:rFonts w:ascii="Arial" w:hAnsi="Arial" w:cs="Arial"/>
          <w:sz w:val="18"/>
        </w:rPr>
        <w:t>Eplan</w:t>
      </w:r>
      <w:proofErr w:type="spellEnd"/>
      <w:r w:rsidRPr="00EF6AD8">
        <w:rPr>
          <w:rFonts w:ascii="Arial" w:hAnsi="Arial" w:cs="Arial"/>
          <w:sz w:val="18"/>
        </w:rPr>
        <w:t xml:space="preserve"> GmbH &amp; Co. KG an. Wir freuen uns über einen Beleg.</w:t>
      </w:r>
    </w:p>
    <w:p w14:paraId="1FA8375C" w14:textId="77777777" w:rsidR="000136BF" w:rsidRPr="008F3340" w:rsidRDefault="000136BF" w:rsidP="000136BF">
      <w:pPr>
        <w:pStyle w:val="Kopfzeile"/>
        <w:tabs>
          <w:tab w:val="clear" w:pos="4536"/>
          <w:tab w:val="clear" w:pos="9072"/>
        </w:tabs>
        <w:suppressAutoHyphens/>
        <w:spacing w:line="240" w:lineRule="atLeast"/>
        <w:ind w:right="3119"/>
        <w:rPr>
          <w:rFonts w:ascii="Arial" w:hAnsi="Arial" w:cs="Arial"/>
          <w:b/>
          <w:sz w:val="18"/>
          <w:szCs w:val="18"/>
        </w:rPr>
      </w:pPr>
      <w:r w:rsidRPr="008F3340">
        <w:rPr>
          <w:rFonts w:ascii="Arial" w:hAnsi="Arial" w:cs="Arial"/>
          <w:b/>
          <w:sz w:val="18"/>
          <w:szCs w:val="18"/>
        </w:rPr>
        <w:t>EPLAN</w:t>
      </w:r>
    </w:p>
    <w:p w14:paraId="13608A09" w14:textId="77777777" w:rsidR="000136BF" w:rsidRPr="00540EEA" w:rsidRDefault="000136BF" w:rsidP="000136BF">
      <w:pPr>
        <w:pStyle w:val="Kopfzeile"/>
        <w:tabs>
          <w:tab w:val="clear" w:pos="4536"/>
          <w:tab w:val="clear" w:pos="9072"/>
        </w:tabs>
        <w:suppressAutoHyphens/>
        <w:spacing w:line="240" w:lineRule="atLeast"/>
        <w:ind w:right="3119"/>
        <w:rPr>
          <w:rFonts w:ascii="Arial" w:hAnsi="Arial" w:cs="Arial"/>
          <w:b/>
          <w:sz w:val="22"/>
          <w:szCs w:val="22"/>
        </w:rPr>
      </w:pPr>
    </w:p>
    <w:p w14:paraId="799C24ED" w14:textId="77777777" w:rsidR="000136BF" w:rsidRDefault="000136BF" w:rsidP="000136BF">
      <w:pPr>
        <w:suppressAutoHyphens/>
        <w:spacing w:after="240" w:line="312" w:lineRule="auto"/>
        <w:ind w:right="3402"/>
        <w:rPr>
          <w:rFonts w:ascii="Arial" w:hAnsi="Arial" w:cs="Arial"/>
          <w:sz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w:t>
      </w:r>
      <w:r w:rsidRPr="00696F72">
        <w:rPr>
          <w:rFonts w:ascii="Arial" w:hAnsi="Arial" w:cs="Arial"/>
          <w:sz w:val="18"/>
        </w:rPr>
        <w:t>kleine oder große Unternehmen: Kunden können so ihre Expertise effizienter einsetzen. Weltweit werden über 68.000 Kunden unterstützt. EPLAN will weiter mit Kunden und Partnern wachsen und treibt die Integration und Automatisierung im Engineering voran. Im Rahmen des EPLAN Partner Networks werden gemeinsam mit Partnern offene Schnittstellen und nahtlose Integrationen realisiert. „</w:t>
      </w:r>
      <w:proofErr w:type="spellStart"/>
      <w:r w:rsidRPr="00696F72">
        <w:rPr>
          <w:rFonts w:ascii="Arial" w:hAnsi="Arial" w:cs="Arial"/>
          <w:sz w:val="18"/>
        </w:rPr>
        <w:t>Efficient</w:t>
      </w:r>
      <w:proofErr w:type="spellEnd"/>
      <w:r w:rsidRPr="00696F72">
        <w:rPr>
          <w:rFonts w:ascii="Arial" w:hAnsi="Arial" w:cs="Arial"/>
          <w:sz w:val="18"/>
        </w:rPr>
        <w:t xml:space="preserve"> Engineering“ ist die Devise. EPLAN wurde 1984 gegründet und ist Teil der Friedhelm Loh Group. Das Familienunternehmen ist mit über 12 Produktionsstätten und über 95 internationalen Tochtergesellschaften weltweit präsent. Die inhabergeführte Friedhelm Loh Group beschäftigt über 12.000 Mitarbeiter und erzielte im Jahr 2022 einen Umsatz von 3 Milliarden Euro. </w:t>
      </w:r>
      <w:r w:rsidRPr="003E5965">
        <w:rPr>
          <w:rFonts w:ascii="Arial" w:hAnsi="Arial" w:cs="Arial"/>
          <w:sz w:val="18"/>
        </w:rPr>
        <w:t xml:space="preserve">2023 wurde die Friedhelm Loh Group als "Best Place </w:t>
      </w:r>
      <w:proofErr w:type="spellStart"/>
      <w:r w:rsidRPr="003E5965">
        <w:rPr>
          <w:rFonts w:ascii="Arial" w:hAnsi="Arial" w:cs="Arial"/>
          <w:sz w:val="18"/>
        </w:rPr>
        <w:t>to</w:t>
      </w:r>
      <w:proofErr w:type="spellEnd"/>
      <w:r w:rsidRPr="003E5965">
        <w:rPr>
          <w:rFonts w:ascii="Arial" w:hAnsi="Arial" w:cs="Arial"/>
          <w:sz w:val="18"/>
        </w:rPr>
        <w:t xml:space="preserve"> </w:t>
      </w:r>
      <w:proofErr w:type="spellStart"/>
      <w:r w:rsidRPr="003E5965">
        <w:rPr>
          <w:rFonts w:ascii="Arial" w:hAnsi="Arial" w:cs="Arial"/>
          <w:sz w:val="18"/>
        </w:rPr>
        <w:t>Learn</w:t>
      </w:r>
      <w:proofErr w:type="spellEnd"/>
      <w:r w:rsidRPr="003E5965">
        <w:rPr>
          <w:rFonts w:ascii="Arial" w:hAnsi="Arial" w:cs="Arial"/>
          <w:sz w:val="18"/>
        </w:rPr>
        <w:t>" und "Arbeitgeber der Zukunft" ausgezeichnet.</w:t>
      </w:r>
    </w:p>
    <w:p w14:paraId="764197FF" w14:textId="77777777" w:rsidR="000136BF" w:rsidRPr="003E5965" w:rsidRDefault="000136BF" w:rsidP="000136BF">
      <w:pPr>
        <w:suppressAutoHyphens/>
        <w:spacing w:after="240" w:line="312" w:lineRule="auto"/>
        <w:ind w:right="3402"/>
        <w:rPr>
          <w:rFonts w:ascii="Arial" w:hAnsi="Arial" w:cs="Arial"/>
          <w:sz w:val="18"/>
        </w:rPr>
      </w:pPr>
      <w:r w:rsidRPr="003E5965">
        <w:rPr>
          <w:rFonts w:ascii="Arial" w:hAnsi="Arial" w:cs="Arial"/>
          <w:sz w:val="18"/>
        </w:rPr>
        <w:t xml:space="preserve">Weitere Informationen finden Sie unter: </w:t>
      </w:r>
      <w:r w:rsidRPr="003E5965">
        <w:rPr>
          <w:rFonts w:ascii="Arial" w:hAnsi="Arial" w:cs="Arial"/>
          <w:sz w:val="18"/>
        </w:rPr>
        <w:br/>
        <w:t>www.eplan.de und www.friedhelm-loh-group.de</w:t>
      </w:r>
    </w:p>
    <w:p w14:paraId="0F3E5136" w14:textId="77777777" w:rsidR="00C47898" w:rsidRDefault="00C47898" w:rsidP="00C47898">
      <w:pPr>
        <w:spacing w:after="160" w:line="259" w:lineRule="auto"/>
        <w:rPr>
          <w:rFonts w:ascii="Arial" w:hAnsi="Arial" w:cs="Arial"/>
          <w:sz w:val="18"/>
        </w:rPr>
      </w:pPr>
    </w:p>
    <w:sectPr w:rsidR="00C47898" w:rsidSect="00F2407B">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8CBA6" w14:textId="77777777" w:rsidR="00470628" w:rsidRDefault="00470628">
      <w:r>
        <w:separator/>
      </w:r>
    </w:p>
  </w:endnote>
  <w:endnote w:type="continuationSeparator" w:id="0">
    <w:p w14:paraId="47769DC1" w14:textId="77777777" w:rsidR="00470628" w:rsidRDefault="00470628">
      <w:r>
        <w:continuationSeparator/>
      </w:r>
    </w:p>
  </w:endnote>
  <w:endnote w:type="continuationNotice" w:id="1">
    <w:p w14:paraId="7BAC4F12" w14:textId="77777777" w:rsidR="00470628" w:rsidRDefault="004706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NPPBF L+ Roboto">
    <w:altName w:val="Roboto"/>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3504" w14:textId="785CEB56"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890221">
      <w:rPr>
        <w:rStyle w:val="Seitenzahl"/>
        <w:rFonts w:ascii="Arial" w:hAnsi="Arial" w:cs="Arial"/>
        <w:noProof/>
        <w:sz w:val="22"/>
        <w:szCs w:val="22"/>
      </w:rPr>
      <w:t>2</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271B" w14:textId="77777777" w:rsidR="006C62FE" w:rsidRDefault="006C62FE">
    <w:pPr>
      <w:pStyle w:val="Fuzeile"/>
      <w:jc w:val="right"/>
      <w:rPr>
        <w:rFonts w:ascii="Arial" w:hAnsi="Arial" w:cs="Arial"/>
        <w:sz w:val="22"/>
      </w:rPr>
    </w:pPr>
    <w:r>
      <w:rPr>
        <w:rFonts w:ascii="Arial" w:hAnsi="Arial" w:cs="Arial"/>
        <w:noProof/>
        <w:color w:val="2B579A"/>
        <w:sz w:val="22"/>
        <w:shd w:val="clear" w:color="auto" w:fill="E6E6E6"/>
      </w:rPr>
      <w:drawing>
        <wp:anchor distT="0" distB="0" distL="114300" distR="114300" simplePos="0" relativeHeight="251658242" behindDoc="1" locked="0" layoutInCell="1" allowOverlap="1" wp14:anchorId="27EC869A" wp14:editId="37F480BC">
          <wp:simplePos x="0" y="0"/>
          <wp:positionH relativeFrom="page">
            <wp:posOffset>895985</wp:posOffset>
          </wp:positionH>
          <wp:positionV relativeFrom="page">
            <wp:posOffset>10274300</wp:posOffset>
          </wp:positionV>
          <wp:extent cx="1767840" cy="93345"/>
          <wp:effectExtent l="0" t="0" r="3810" b="1905"/>
          <wp:wrapNone/>
          <wp:docPr id="16" name="Picture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BC1C0" w14:textId="77777777" w:rsidR="00470628" w:rsidRDefault="00470628">
      <w:r>
        <w:separator/>
      </w:r>
    </w:p>
  </w:footnote>
  <w:footnote w:type="continuationSeparator" w:id="0">
    <w:p w14:paraId="70E06CAD" w14:textId="77777777" w:rsidR="00470628" w:rsidRDefault="00470628">
      <w:r>
        <w:continuationSeparator/>
      </w:r>
    </w:p>
  </w:footnote>
  <w:footnote w:type="continuationNotice" w:id="1">
    <w:p w14:paraId="24431E9C" w14:textId="77777777" w:rsidR="00470628" w:rsidRDefault="004706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2BA52" w14:textId="798DBE9F" w:rsidR="00B15A2A" w:rsidRDefault="00B051E4" w:rsidP="00B15A2A">
    <w:pPr>
      <w:pStyle w:val="Kopfzeile"/>
      <w:spacing w:after="60"/>
      <w:rPr>
        <w:rFonts w:ascii="Arial" w:hAnsi="Arial" w:cs="Arial"/>
        <w:b/>
        <w:bCs/>
        <w:i/>
        <w:iCs/>
        <w:spacing w:val="40"/>
        <w:sz w:val="32"/>
        <w:lang w:val="en-GB"/>
      </w:rPr>
    </w:pPr>
    <w:r>
      <w:rPr>
        <w:rFonts w:ascii="Arial" w:hAnsi="Arial" w:cs="Arial"/>
        <w:b/>
        <w:bCs/>
        <w:i/>
        <w:iCs/>
        <w:noProof/>
        <w:color w:val="2B579A"/>
        <w:spacing w:val="40"/>
        <w:sz w:val="20"/>
        <w:shd w:val="clear" w:color="auto" w:fill="E6E6E6"/>
      </w:rPr>
      <mc:AlternateContent>
        <mc:Choice Requires="wps">
          <w:drawing>
            <wp:anchor distT="0" distB="0" distL="114300" distR="114300" simplePos="0" relativeHeight="251658240" behindDoc="0" locked="0" layoutInCell="1" allowOverlap="1" wp14:anchorId="00AF1AA5" wp14:editId="628209EE">
              <wp:simplePos x="0" y="0"/>
              <wp:positionH relativeFrom="column">
                <wp:posOffset>5181600</wp:posOffset>
              </wp:positionH>
              <wp:positionV relativeFrom="paragraph">
                <wp:posOffset>-85090</wp:posOffset>
              </wp:positionV>
              <wp:extent cx="1193165" cy="1370965"/>
              <wp:effectExtent l="0" t="0" r="127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AF1AA5" id="_x0000_t202" coordsize="21600,21600" o:spt="202" path="m,l,21600r21600,l21600,xe">
              <v:stroke joinstyle="miter"/>
              <v:path gradientshapeok="t" o:connecttype="rect"/>
            </v:shapetype>
            <v:shape id="Text Box 5" o:spid="_x0000_s1027" type="#_x0000_t202" style="position:absolute;margin-left:408pt;margin-top:-6.7pt;width:93.95pt;height:107.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" stroked="f">
              <v:textbox style="mso-fit-shape-to-text:t">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v:shape>
          </w:pict>
        </mc:Fallback>
      </mc:AlternateContent>
    </w:r>
    <w:r w:rsidR="00B15A2A">
      <w:rPr>
        <w:rFonts w:ascii="Arial" w:hAnsi="Arial" w:cs="Arial"/>
        <w:b/>
        <w:bCs/>
        <w:i/>
        <w:iCs/>
        <w:spacing w:val="40"/>
        <w:sz w:val="32"/>
        <w:lang w:val="en-GB"/>
      </w:rPr>
      <w:t>Presse-Information</w:t>
    </w:r>
  </w:p>
  <w:p w14:paraId="306EDECD" w14:textId="4A701171" w:rsidR="00AA667D" w:rsidRPr="00B15A2A" w:rsidRDefault="00AA667D" w:rsidP="00AA667D">
    <w:pPr>
      <w:pStyle w:val="Kopfzeile"/>
    </w:pPr>
    <w:proofErr w:type="spellStart"/>
    <w:r>
      <w:rPr>
        <w:rFonts w:ascii="Arial" w:hAnsi="Arial" w:cs="Arial"/>
        <w:sz w:val="22"/>
        <w:lang w:val="en-GB"/>
      </w:rPr>
      <w:t>Eplan</w:t>
    </w:r>
    <w:proofErr w:type="spellEnd"/>
  </w:p>
  <w:p w14:paraId="6ED76353" w14:textId="33F5D3CD" w:rsidR="006C62FE" w:rsidRDefault="00B15A2A" w:rsidP="00714936">
    <w:pPr>
      <w:pStyle w:val="Kopfzeile"/>
      <w:tabs>
        <w:tab w:val="clear" w:pos="4536"/>
        <w:tab w:val="clear" w:pos="9072"/>
        <w:tab w:val="left" w:pos="2700"/>
        <w:tab w:val="left" w:pos="7964"/>
      </w:tabs>
    </w:pPr>
    <w:r>
      <w:rPr>
        <w:rFonts w:ascii="Arial" w:hAnsi="Arial" w:cs="Arial"/>
        <w:sz w:val="22"/>
        <w:lang w:val="en-GB"/>
      </w:rPr>
      <w:tab/>
    </w:r>
    <w:r w:rsidR="00714936">
      <w:rPr>
        <w:rFonts w:ascii="Arial" w:hAnsi="Arial" w:cs="Arial"/>
        <w:sz w:val="22"/>
        <w:lang w:val="en-GB"/>
      </w:rPr>
      <w:tab/>
    </w:r>
  </w:p>
  <w:p w14:paraId="580A50F3" w14:textId="77777777" w:rsidR="006C62FE" w:rsidRDefault="006C62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C1AA" w14:textId="4DD6C61C" w:rsidR="00B15A2A" w:rsidRDefault="00B051E4" w:rsidP="00B15A2A">
    <w:pPr>
      <w:pStyle w:val="Kopfzeile"/>
      <w:spacing w:after="60"/>
      <w:rPr>
        <w:rFonts w:ascii="Arial" w:hAnsi="Arial" w:cs="Arial"/>
        <w:b/>
        <w:bCs/>
        <w:i/>
        <w:iCs/>
        <w:spacing w:val="40"/>
        <w:sz w:val="32"/>
        <w:lang w:val="en-GB"/>
      </w:rPr>
    </w:pPr>
    <w:r w:rsidRPr="00B051E4">
      <w:rPr>
        <w:rFonts w:ascii="Arial" w:hAnsi="Arial" w:cs="Arial"/>
        <w:b/>
        <w:bCs/>
        <w:i/>
        <w:iCs/>
        <w:noProof/>
        <w:color w:val="2B579A"/>
        <w:spacing w:val="40"/>
        <w:sz w:val="32"/>
        <w:shd w:val="clear" w:color="auto" w:fill="E6E6E6"/>
        <w:lang w:val="en-GB"/>
      </w:rPr>
      <mc:AlternateContent>
        <mc:Choice Requires="wps">
          <w:drawing>
            <wp:anchor distT="45720" distB="45720" distL="114300" distR="114300" simplePos="0" relativeHeight="251656704" behindDoc="0" locked="0" layoutInCell="1" allowOverlap="1" wp14:anchorId="3476E004" wp14:editId="7E88E3C8">
              <wp:simplePos x="0" y="0"/>
              <wp:positionH relativeFrom="margin">
                <wp:posOffset>5153025</wp:posOffset>
              </wp:positionH>
              <wp:positionV relativeFrom="paragraph">
                <wp:posOffset>-41275</wp:posOffset>
              </wp:positionV>
              <wp:extent cx="116205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404620"/>
                      </a:xfrm>
                      <a:prstGeom prst="rect">
                        <a:avLst/>
                      </a:prstGeom>
                      <a:solidFill>
                        <a:srgbClr val="FFFFFF"/>
                      </a:solidFill>
                      <a:ln w="9525">
                        <a:noFill/>
                        <a:miter lim="800000"/>
                        <a:headEnd/>
                        <a:tailEnd/>
                      </a:ln>
                    </wps:spPr>
                    <wps:txbx>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6E004" id="_x0000_t202" coordsize="21600,21600" o:spt="202" path="m,l,21600r21600,l21600,xe">
              <v:stroke joinstyle="miter"/>
              <v:path gradientshapeok="t" o:connecttype="rect"/>
            </v:shapetype>
            <v:shape id="Text Box 217" o:spid="_x0000_s1028" type="#_x0000_t202" style="position:absolute;margin-left:405.75pt;margin-top:-3.25pt;width:91.5pt;height:110.6pt;z-index:2516567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" stroked="f">
              <v:textbox style="mso-fit-shape-to-text:t">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w10:wrap type="square" anchorx="margin"/>
            </v:shape>
          </w:pict>
        </mc:Fallback>
      </mc:AlternateContent>
    </w:r>
    <w:r w:rsidR="00B15A2A">
      <w:rPr>
        <w:rFonts w:ascii="Arial" w:hAnsi="Arial" w:cs="Arial"/>
        <w:b/>
        <w:bCs/>
        <w:i/>
        <w:iCs/>
        <w:spacing w:val="40"/>
        <w:sz w:val="32"/>
        <w:lang w:val="en-GB"/>
      </w:rPr>
      <w:t>Presse-Information</w:t>
    </w:r>
  </w:p>
  <w:p w14:paraId="2DDBA1F3" w14:textId="68DF7DFC" w:rsidR="006C62FE" w:rsidRPr="00B15A2A" w:rsidRDefault="00C0037C" w:rsidP="00B15A2A">
    <w:pPr>
      <w:pStyle w:val="Kopfzeile"/>
    </w:pPr>
    <w:proofErr w:type="spellStart"/>
    <w:r>
      <w:rPr>
        <w:rFonts w:ascii="Arial" w:hAnsi="Arial" w:cs="Arial"/>
        <w:sz w:val="22"/>
        <w:lang w:val="en-GB"/>
      </w:rPr>
      <w:t>Eplan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C1214"/>
    <w:multiLevelType w:val="hybridMultilevel"/>
    <w:tmpl w:val="119AAA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90337FF"/>
    <w:multiLevelType w:val="hybridMultilevel"/>
    <w:tmpl w:val="56BE1B5C"/>
    <w:lvl w:ilvl="0" w:tplc="E7D6C49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70656671">
    <w:abstractNumId w:val="6"/>
  </w:num>
  <w:num w:numId="2" w16cid:durableId="307824949">
    <w:abstractNumId w:val="11"/>
  </w:num>
  <w:num w:numId="3" w16cid:durableId="674922345">
    <w:abstractNumId w:val="5"/>
  </w:num>
  <w:num w:numId="4" w16cid:durableId="599724393">
    <w:abstractNumId w:val="1"/>
  </w:num>
  <w:num w:numId="5" w16cid:durableId="1127358762">
    <w:abstractNumId w:val="8"/>
  </w:num>
  <w:num w:numId="6" w16cid:durableId="853959302">
    <w:abstractNumId w:val="10"/>
  </w:num>
  <w:num w:numId="7" w16cid:durableId="2078744771">
    <w:abstractNumId w:val="0"/>
  </w:num>
  <w:num w:numId="8" w16cid:durableId="1093208203">
    <w:abstractNumId w:val="2"/>
  </w:num>
  <w:num w:numId="9" w16cid:durableId="2135824865">
    <w:abstractNumId w:val="4"/>
  </w:num>
  <w:num w:numId="10" w16cid:durableId="1828132775">
    <w:abstractNumId w:val="9"/>
  </w:num>
  <w:num w:numId="11" w16cid:durableId="5482979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3986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034"/>
    <w:rsid w:val="00002265"/>
    <w:rsid w:val="00002D8B"/>
    <w:rsid w:val="00003790"/>
    <w:rsid w:val="0000398E"/>
    <w:rsid w:val="000059F1"/>
    <w:rsid w:val="00005DBA"/>
    <w:rsid w:val="000065BA"/>
    <w:rsid w:val="00007487"/>
    <w:rsid w:val="0000782E"/>
    <w:rsid w:val="000128AC"/>
    <w:rsid w:val="000136BF"/>
    <w:rsid w:val="00014EEA"/>
    <w:rsid w:val="00015394"/>
    <w:rsid w:val="00020D7E"/>
    <w:rsid w:val="00023190"/>
    <w:rsid w:val="00023DD1"/>
    <w:rsid w:val="00026458"/>
    <w:rsid w:val="00031D3B"/>
    <w:rsid w:val="00034005"/>
    <w:rsid w:val="000345DD"/>
    <w:rsid w:val="00035752"/>
    <w:rsid w:val="00035F0D"/>
    <w:rsid w:val="00040441"/>
    <w:rsid w:val="0004255D"/>
    <w:rsid w:val="00042AC8"/>
    <w:rsid w:val="00042D71"/>
    <w:rsid w:val="000438A0"/>
    <w:rsid w:val="0004433C"/>
    <w:rsid w:val="0004459B"/>
    <w:rsid w:val="0004469E"/>
    <w:rsid w:val="000461B6"/>
    <w:rsid w:val="00046997"/>
    <w:rsid w:val="000541A3"/>
    <w:rsid w:val="00056277"/>
    <w:rsid w:val="000564E7"/>
    <w:rsid w:val="000608FB"/>
    <w:rsid w:val="00060AC1"/>
    <w:rsid w:val="000625AE"/>
    <w:rsid w:val="00063DF8"/>
    <w:rsid w:val="00070452"/>
    <w:rsid w:val="00070524"/>
    <w:rsid w:val="000717ED"/>
    <w:rsid w:val="00071E2C"/>
    <w:rsid w:val="00074175"/>
    <w:rsid w:val="00090B0B"/>
    <w:rsid w:val="00091582"/>
    <w:rsid w:val="00091A11"/>
    <w:rsid w:val="00093673"/>
    <w:rsid w:val="00094C54"/>
    <w:rsid w:val="000972C3"/>
    <w:rsid w:val="00097A93"/>
    <w:rsid w:val="000A0343"/>
    <w:rsid w:val="000A0F68"/>
    <w:rsid w:val="000A4111"/>
    <w:rsid w:val="000A7A41"/>
    <w:rsid w:val="000A7B8D"/>
    <w:rsid w:val="000A7DBB"/>
    <w:rsid w:val="000B0267"/>
    <w:rsid w:val="000B1803"/>
    <w:rsid w:val="000B6774"/>
    <w:rsid w:val="000B736C"/>
    <w:rsid w:val="000B76A8"/>
    <w:rsid w:val="000C0E6C"/>
    <w:rsid w:val="000C0EDB"/>
    <w:rsid w:val="000C4202"/>
    <w:rsid w:val="000C4D76"/>
    <w:rsid w:val="000C55F7"/>
    <w:rsid w:val="000C672B"/>
    <w:rsid w:val="000C6B03"/>
    <w:rsid w:val="000C745B"/>
    <w:rsid w:val="000D2D33"/>
    <w:rsid w:val="000D3A20"/>
    <w:rsid w:val="000D6574"/>
    <w:rsid w:val="000D7AA5"/>
    <w:rsid w:val="000E149B"/>
    <w:rsid w:val="000E27DD"/>
    <w:rsid w:val="000E2ED1"/>
    <w:rsid w:val="000E40DE"/>
    <w:rsid w:val="000E449F"/>
    <w:rsid w:val="000E5BA7"/>
    <w:rsid w:val="000E7B68"/>
    <w:rsid w:val="000E7F63"/>
    <w:rsid w:val="000F1806"/>
    <w:rsid w:val="00100EC1"/>
    <w:rsid w:val="001020C7"/>
    <w:rsid w:val="001021C4"/>
    <w:rsid w:val="00102DD1"/>
    <w:rsid w:val="00105D13"/>
    <w:rsid w:val="00106143"/>
    <w:rsid w:val="0011187E"/>
    <w:rsid w:val="00116DEA"/>
    <w:rsid w:val="00122AAF"/>
    <w:rsid w:val="00123BE2"/>
    <w:rsid w:val="0012498A"/>
    <w:rsid w:val="00132ED5"/>
    <w:rsid w:val="00133C9E"/>
    <w:rsid w:val="00133D94"/>
    <w:rsid w:val="0013400F"/>
    <w:rsid w:val="00137055"/>
    <w:rsid w:val="00140536"/>
    <w:rsid w:val="0014234B"/>
    <w:rsid w:val="001423C6"/>
    <w:rsid w:val="001423F9"/>
    <w:rsid w:val="001439E2"/>
    <w:rsid w:val="00147706"/>
    <w:rsid w:val="00150689"/>
    <w:rsid w:val="00154186"/>
    <w:rsid w:val="00155A03"/>
    <w:rsid w:val="001561EB"/>
    <w:rsid w:val="00157486"/>
    <w:rsid w:val="0015754A"/>
    <w:rsid w:val="00161B27"/>
    <w:rsid w:val="00161EE7"/>
    <w:rsid w:val="00162790"/>
    <w:rsid w:val="00162897"/>
    <w:rsid w:val="00163AC2"/>
    <w:rsid w:val="00165B0B"/>
    <w:rsid w:val="00166725"/>
    <w:rsid w:val="00174B63"/>
    <w:rsid w:val="00176B5A"/>
    <w:rsid w:val="00180057"/>
    <w:rsid w:val="00180D92"/>
    <w:rsid w:val="00184346"/>
    <w:rsid w:val="0018520E"/>
    <w:rsid w:val="0018616A"/>
    <w:rsid w:val="00186A43"/>
    <w:rsid w:val="001906E3"/>
    <w:rsid w:val="00194551"/>
    <w:rsid w:val="00195E41"/>
    <w:rsid w:val="00196BAD"/>
    <w:rsid w:val="00197AA7"/>
    <w:rsid w:val="001A1D57"/>
    <w:rsid w:val="001A2749"/>
    <w:rsid w:val="001B0ACF"/>
    <w:rsid w:val="001B107A"/>
    <w:rsid w:val="001B6282"/>
    <w:rsid w:val="001B700F"/>
    <w:rsid w:val="001C0D49"/>
    <w:rsid w:val="001C35DB"/>
    <w:rsid w:val="001C408A"/>
    <w:rsid w:val="001D2DE0"/>
    <w:rsid w:val="001D2E3D"/>
    <w:rsid w:val="001D3842"/>
    <w:rsid w:val="001D47A3"/>
    <w:rsid w:val="001D6FD0"/>
    <w:rsid w:val="001E4E05"/>
    <w:rsid w:val="001E5637"/>
    <w:rsid w:val="001E689C"/>
    <w:rsid w:val="001F036E"/>
    <w:rsid w:val="001F40E8"/>
    <w:rsid w:val="001F65FE"/>
    <w:rsid w:val="0020293C"/>
    <w:rsid w:val="0020315E"/>
    <w:rsid w:val="002039C6"/>
    <w:rsid w:val="00204CE8"/>
    <w:rsid w:val="00206819"/>
    <w:rsid w:val="00207809"/>
    <w:rsid w:val="0021276F"/>
    <w:rsid w:val="0021476B"/>
    <w:rsid w:val="00220536"/>
    <w:rsid w:val="00220D64"/>
    <w:rsid w:val="0022425E"/>
    <w:rsid w:val="002243FD"/>
    <w:rsid w:val="002268F8"/>
    <w:rsid w:val="00226C93"/>
    <w:rsid w:val="00227CF5"/>
    <w:rsid w:val="00231661"/>
    <w:rsid w:val="002338B3"/>
    <w:rsid w:val="00234655"/>
    <w:rsid w:val="002404C4"/>
    <w:rsid w:val="0024095D"/>
    <w:rsid w:val="00242BE3"/>
    <w:rsid w:val="00246D94"/>
    <w:rsid w:val="00246D9B"/>
    <w:rsid w:val="00246E39"/>
    <w:rsid w:val="00247086"/>
    <w:rsid w:val="00247508"/>
    <w:rsid w:val="00247F15"/>
    <w:rsid w:val="002516FB"/>
    <w:rsid w:val="002522B5"/>
    <w:rsid w:val="002542B9"/>
    <w:rsid w:val="00254A79"/>
    <w:rsid w:val="00254E0A"/>
    <w:rsid w:val="0025543E"/>
    <w:rsid w:val="0025580D"/>
    <w:rsid w:val="00257B85"/>
    <w:rsid w:val="00261532"/>
    <w:rsid w:val="00262125"/>
    <w:rsid w:val="0026245F"/>
    <w:rsid w:val="00264368"/>
    <w:rsid w:val="00264F64"/>
    <w:rsid w:val="00265267"/>
    <w:rsid w:val="00265F26"/>
    <w:rsid w:val="0027036B"/>
    <w:rsid w:val="0027270A"/>
    <w:rsid w:val="002746E3"/>
    <w:rsid w:val="0027598A"/>
    <w:rsid w:val="00275F30"/>
    <w:rsid w:val="00280040"/>
    <w:rsid w:val="002826CD"/>
    <w:rsid w:val="00283CE6"/>
    <w:rsid w:val="002844F5"/>
    <w:rsid w:val="00290362"/>
    <w:rsid w:val="00290B0B"/>
    <w:rsid w:val="00291997"/>
    <w:rsid w:val="00292E5E"/>
    <w:rsid w:val="0029786C"/>
    <w:rsid w:val="002A01B1"/>
    <w:rsid w:val="002A0EE6"/>
    <w:rsid w:val="002A170C"/>
    <w:rsid w:val="002A2D5B"/>
    <w:rsid w:val="002A3A8D"/>
    <w:rsid w:val="002A7BAB"/>
    <w:rsid w:val="002B337D"/>
    <w:rsid w:val="002B4D00"/>
    <w:rsid w:val="002B7AE3"/>
    <w:rsid w:val="002C1431"/>
    <w:rsid w:val="002C4118"/>
    <w:rsid w:val="002C47FA"/>
    <w:rsid w:val="002C4C83"/>
    <w:rsid w:val="002C51AB"/>
    <w:rsid w:val="002C6C10"/>
    <w:rsid w:val="002D1438"/>
    <w:rsid w:val="002D31A8"/>
    <w:rsid w:val="002D3978"/>
    <w:rsid w:val="002D3D9B"/>
    <w:rsid w:val="002E1C53"/>
    <w:rsid w:val="002E39E4"/>
    <w:rsid w:val="002E5DE2"/>
    <w:rsid w:val="002E60AA"/>
    <w:rsid w:val="002E6815"/>
    <w:rsid w:val="002E75C2"/>
    <w:rsid w:val="003071F9"/>
    <w:rsid w:val="00311B7E"/>
    <w:rsid w:val="00313D2E"/>
    <w:rsid w:val="0031423A"/>
    <w:rsid w:val="003159DA"/>
    <w:rsid w:val="00317528"/>
    <w:rsid w:val="00323DD1"/>
    <w:rsid w:val="00324B5A"/>
    <w:rsid w:val="0032582B"/>
    <w:rsid w:val="003275D8"/>
    <w:rsid w:val="00330FDF"/>
    <w:rsid w:val="003340C0"/>
    <w:rsid w:val="003353B9"/>
    <w:rsid w:val="003363B6"/>
    <w:rsid w:val="00340061"/>
    <w:rsid w:val="003416C6"/>
    <w:rsid w:val="003427CD"/>
    <w:rsid w:val="0034744C"/>
    <w:rsid w:val="0035170A"/>
    <w:rsid w:val="003553F1"/>
    <w:rsid w:val="00355C93"/>
    <w:rsid w:val="00361213"/>
    <w:rsid w:val="00363574"/>
    <w:rsid w:val="00365CB8"/>
    <w:rsid w:val="00367BC8"/>
    <w:rsid w:val="00371B53"/>
    <w:rsid w:val="00372EA4"/>
    <w:rsid w:val="00374B1B"/>
    <w:rsid w:val="00374FC1"/>
    <w:rsid w:val="0037533B"/>
    <w:rsid w:val="003757E5"/>
    <w:rsid w:val="00381065"/>
    <w:rsid w:val="00381F3A"/>
    <w:rsid w:val="00383BDB"/>
    <w:rsid w:val="00385D41"/>
    <w:rsid w:val="00387F23"/>
    <w:rsid w:val="00390693"/>
    <w:rsid w:val="003915CF"/>
    <w:rsid w:val="00391B8D"/>
    <w:rsid w:val="00392058"/>
    <w:rsid w:val="00393585"/>
    <w:rsid w:val="0039449B"/>
    <w:rsid w:val="003946F6"/>
    <w:rsid w:val="00396217"/>
    <w:rsid w:val="003A00AE"/>
    <w:rsid w:val="003A09E3"/>
    <w:rsid w:val="003A59F1"/>
    <w:rsid w:val="003A65A7"/>
    <w:rsid w:val="003A65BB"/>
    <w:rsid w:val="003A6C5A"/>
    <w:rsid w:val="003B29DC"/>
    <w:rsid w:val="003B3B23"/>
    <w:rsid w:val="003B50D5"/>
    <w:rsid w:val="003B6F03"/>
    <w:rsid w:val="003B7F8E"/>
    <w:rsid w:val="003C0A52"/>
    <w:rsid w:val="003C13B4"/>
    <w:rsid w:val="003C5664"/>
    <w:rsid w:val="003D11CB"/>
    <w:rsid w:val="003D38C6"/>
    <w:rsid w:val="003D3ABA"/>
    <w:rsid w:val="003D7F19"/>
    <w:rsid w:val="003E0BE9"/>
    <w:rsid w:val="003E1006"/>
    <w:rsid w:val="003E23D3"/>
    <w:rsid w:val="003E3E57"/>
    <w:rsid w:val="003E65E8"/>
    <w:rsid w:val="003F08BC"/>
    <w:rsid w:val="003F11CF"/>
    <w:rsid w:val="003F120C"/>
    <w:rsid w:val="003F267D"/>
    <w:rsid w:val="003F2C88"/>
    <w:rsid w:val="003F5D4F"/>
    <w:rsid w:val="003F5F61"/>
    <w:rsid w:val="004010A8"/>
    <w:rsid w:val="004021D3"/>
    <w:rsid w:val="004039A0"/>
    <w:rsid w:val="004042CC"/>
    <w:rsid w:val="0040466C"/>
    <w:rsid w:val="00404E39"/>
    <w:rsid w:val="00405BFA"/>
    <w:rsid w:val="00406E84"/>
    <w:rsid w:val="00407866"/>
    <w:rsid w:val="00407E06"/>
    <w:rsid w:val="00410115"/>
    <w:rsid w:val="00411B82"/>
    <w:rsid w:val="004153C7"/>
    <w:rsid w:val="00423C74"/>
    <w:rsid w:val="00424CA2"/>
    <w:rsid w:val="004266D5"/>
    <w:rsid w:val="00427985"/>
    <w:rsid w:val="004343C7"/>
    <w:rsid w:val="004344DD"/>
    <w:rsid w:val="004370A6"/>
    <w:rsid w:val="0044035F"/>
    <w:rsid w:val="00444CF2"/>
    <w:rsid w:val="00444E8D"/>
    <w:rsid w:val="004518FF"/>
    <w:rsid w:val="00452F84"/>
    <w:rsid w:val="00454FE2"/>
    <w:rsid w:val="004574B4"/>
    <w:rsid w:val="00460C9D"/>
    <w:rsid w:val="00460FA4"/>
    <w:rsid w:val="00461640"/>
    <w:rsid w:val="00462C65"/>
    <w:rsid w:val="00463A07"/>
    <w:rsid w:val="00465716"/>
    <w:rsid w:val="0046663A"/>
    <w:rsid w:val="004672F4"/>
    <w:rsid w:val="00470628"/>
    <w:rsid w:val="00475641"/>
    <w:rsid w:val="00476C65"/>
    <w:rsid w:val="00476E97"/>
    <w:rsid w:val="004828E6"/>
    <w:rsid w:val="0048546C"/>
    <w:rsid w:val="00485D00"/>
    <w:rsid w:val="00486129"/>
    <w:rsid w:val="004866FD"/>
    <w:rsid w:val="004872B8"/>
    <w:rsid w:val="00491436"/>
    <w:rsid w:val="004922D4"/>
    <w:rsid w:val="00497499"/>
    <w:rsid w:val="004A344E"/>
    <w:rsid w:val="004A3850"/>
    <w:rsid w:val="004A3A58"/>
    <w:rsid w:val="004B0C4E"/>
    <w:rsid w:val="004B68E1"/>
    <w:rsid w:val="004C0A9C"/>
    <w:rsid w:val="004C6AFC"/>
    <w:rsid w:val="004D0501"/>
    <w:rsid w:val="004D09D9"/>
    <w:rsid w:val="004D29F6"/>
    <w:rsid w:val="004E2C6F"/>
    <w:rsid w:val="004E41CF"/>
    <w:rsid w:val="004E645D"/>
    <w:rsid w:val="004E6C3C"/>
    <w:rsid w:val="004F170E"/>
    <w:rsid w:val="004F58FC"/>
    <w:rsid w:val="005079B8"/>
    <w:rsid w:val="005107EE"/>
    <w:rsid w:val="00510C80"/>
    <w:rsid w:val="00512631"/>
    <w:rsid w:val="005126D8"/>
    <w:rsid w:val="00512E66"/>
    <w:rsid w:val="00517BB2"/>
    <w:rsid w:val="00521983"/>
    <w:rsid w:val="0052315C"/>
    <w:rsid w:val="00523953"/>
    <w:rsid w:val="005242CB"/>
    <w:rsid w:val="00525D3F"/>
    <w:rsid w:val="00527605"/>
    <w:rsid w:val="0053061D"/>
    <w:rsid w:val="00541CA0"/>
    <w:rsid w:val="0054343D"/>
    <w:rsid w:val="005440D7"/>
    <w:rsid w:val="005533E1"/>
    <w:rsid w:val="00557C0A"/>
    <w:rsid w:val="00557DB4"/>
    <w:rsid w:val="00560107"/>
    <w:rsid w:val="005602F2"/>
    <w:rsid w:val="00560E09"/>
    <w:rsid w:val="0056272F"/>
    <w:rsid w:val="00563049"/>
    <w:rsid w:val="00563513"/>
    <w:rsid w:val="00563A37"/>
    <w:rsid w:val="00564C01"/>
    <w:rsid w:val="00567C7A"/>
    <w:rsid w:val="00571149"/>
    <w:rsid w:val="00571D51"/>
    <w:rsid w:val="00575162"/>
    <w:rsid w:val="00585786"/>
    <w:rsid w:val="0058737B"/>
    <w:rsid w:val="005902D7"/>
    <w:rsid w:val="005909E8"/>
    <w:rsid w:val="0059679C"/>
    <w:rsid w:val="005A1E00"/>
    <w:rsid w:val="005A3F01"/>
    <w:rsid w:val="005A4526"/>
    <w:rsid w:val="005A5084"/>
    <w:rsid w:val="005A6391"/>
    <w:rsid w:val="005A6D5B"/>
    <w:rsid w:val="005B1792"/>
    <w:rsid w:val="005B3E4E"/>
    <w:rsid w:val="005B57EA"/>
    <w:rsid w:val="005B6DCA"/>
    <w:rsid w:val="005C0BFB"/>
    <w:rsid w:val="005C3EA9"/>
    <w:rsid w:val="005C5669"/>
    <w:rsid w:val="005C6076"/>
    <w:rsid w:val="005D0646"/>
    <w:rsid w:val="005E19F4"/>
    <w:rsid w:val="005E4F9C"/>
    <w:rsid w:val="005E7760"/>
    <w:rsid w:val="005F57CB"/>
    <w:rsid w:val="005F5A3C"/>
    <w:rsid w:val="006019FB"/>
    <w:rsid w:val="00602184"/>
    <w:rsid w:val="00602AF2"/>
    <w:rsid w:val="00604A25"/>
    <w:rsid w:val="00605D60"/>
    <w:rsid w:val="006140D7"/>
    <w:rsid w:val="00614949"/>
    <w:rsid w:val="00614CDA"/>
    <w:rsid w:val="0061781B"/>
    <w:rsid w:val="006220B8"/>
    <w:rsid w:val="00624C18"/>
    <w:rsid w:val="00624E51"/>
    <w:rsid w:val="00626A20"/>
    <w:rsid w:val="006276CF"/>
    <w:rsid w:val="00630763"/>
    <w:rsid w:val="006324B9"/>
    <w:rsid w:val="00632639"/>
    <w:rsid w:val="00637093"/>
    <w:rsid w:val="00637567"/>
    <w:rsid w:val="00640B69"/>
    <w:rsid w:val="00641199"/>
    <w:rsid w:val="00650E6B"/>
    <w:rsid w:val="00660E7B"/>
    <w:rsid w:val="00660EC3"/>
    <w:rsid w:val="0066299B"/>
    <w:rsid w:val="00664C20"/>
    <w:rsid w:val="00670E11"/>
    <w:rsid w:val="00672BA8"/>
    <w:rsid w:val="00672CF8"/>
    <w:rsid w:val="00677C79"/>
    <w:rsid w:val="006820AA"/>
    <w:rsid w:val="00683178"/>
    <w:rsid w:val="0068394E"/>
    <w:rsid w:val="006856DB"/>
    <w:rsid w:val="00694042"/>
    <w:rsid w:val="00694143"/>
    <w:rsid w:val="00696A1B"/>
    <w:rsid w:val="006A055A"/>
    <w:rsid w:val="006A35A2"/>
    <w:rsid w:val="006A6ED5"/>
    <w:rsid w:val="006B0842"/>
    <w:rsid w:val="006B1AB1"/>
    <w:rsid w:val="006B2F95"/>
    <w:rsid w:val="006C0437"/>
    <w:rsid w:val="006C35E0"/>
    <w:rsid w:val="006C62FE"/>
    <w:rsid w:val="006C7143"/>
    <w:rsid w:val="006E0D1D"/>
    <w:rsid w:val="006E4DC7"/>
    <w:rsid w:val="006E65D1"/>
    <w:rsid w:val="006F117B"/>
    <w:rsid w:val="006F1C86"/>
    <w:rsid w:val="006F2AD1"/>
    <w:rsid w:val="006F2CBF"/>
    <w:rsid w:val="006F3201"/>
    <w:rsid w:val="006F4351"/>
    <w:rsid w:val="007016CC"/>
    <w:rsid w:val="00705674"/>
    <w:rsid w:val="00712C40"/>
    <w:rsid w:val="00713B04"/>
    <w:rsid w:val="00714936"/>
    <w:rsid w:val="007174A4"/>
    <w:rsid w:val="007178AE"/>
    <w:rsid w:val="00720B04"/>
    <w:rsid w:val="0072130A"/>
    <w:rsid w:val="007214B9"/>
    <w:rsid w:val="00721589"/>
    <w:rsid w:val="00722A3B"/>
    <w:rsid w:val="00724F48"/>
    <w:rsid w:val="00727E59"/>
    <w:rsid w:val="00733F1B"/>
    <w:rsid w:val="007352B7"/>
    <w:rsid w:val="00736203"/>
    <w:rsid w:val="00736518"/>
    <w:rsid w:val="00740F08"/>
    <w:rsid w:val="007465BF"/>
    <w:rsid w:val="007474CF"/>
    <w:rsid w:val="007477D6"/>
    <w:rsid w:val="007503E8"/>
    <w:rsid w:val="007506C6"/>
    <w:rsid w:val="00751965"/>
    <w:rsid w:val="007537BA"/>
    <w:rsid w:val="00753B81"/>
    <w:rsid w:val="0076168C"/>
    <w:rsid w:val="00761A08"/>
    <w:rsid w:val="00761F7F"/>
    <w:rsid w:val="0076208D"/>
    <w:rsid w:val="007627E1"/>
    <w:rsid w:val="00763472"/>
    <w:rsid w:val="0076509C"/>
    <w:rsid w:val="00766CD0"/>
    <w:rsid w:val="007675B9"/>
    <w:rsid w:val="00770FAE"/>
    <w:rsid w:val="00771F09"/>
    <w:rsid w:val="007728F1"/>
    <w:rsid w:val="00777FAD"/>
    <w:rsid w:val="00780BC9"/>
    <w:rsid w:val="0078163B"/>
    <w:rsid w:val="00783891"/>
    <w:rsid w:val="007854DE"/>
    <w:rsid w:val="007907FA"/>
    <w:rsid w:val="00792910"/>
    <w:rsid w:val="007934B4"/>
    <w:rsid w:val="00795C06"/>
    <w:rsid w:val="007A12AB"/>
    <w:rsid w:val="007A5DC3"/>
    <w:rsid w:val="007A7212"/>
    <w:rsid w:val="007A74B7"/>
    <w:rsid w:val="007B03EC"/>
    <w:rsid w:val="007B2B35"/>
    <w:rsid w:val="007B44E3"/>
    <w:rsid w:val="007B6425"/>
    <w:rsid w:val="007B75C6"/>
    <w:rsid w:val="007C13E8"/>
    <w:rsid w:val="007C4A7F"/>
    <w:rsid w:val="007C6B62"/>
    <w:rsid w:val="007C70D4"/>
    <w:rsid w:val="007C7B70"/>
    <w:rsid w:val="007C7D81"/>
    <w:rsid w:val="007D132D"/>
    <w:rsid w:val="007D1F8E"/>
    <w:rsid w:val="007D2457"/>
    <w:rsid w:val="007D2B8A"/>
    <w:rsid w:val="007D5C19"/>
    <w:rsid w:val="007D5CEC"/>
    <w:rsid w:val="007D6AD8"/>
    <w:rsid w:val="007D74CB"/>
    <w:rsid w:val="007E27D6"/>
    <w:rsid w:val="007E54D6"/>
    <w:rsid w:val="007F5531"/>
    <w:rsid w:val="00804CC9"/>
    <w:rsid w:val="00805FC6"/>
    <w:rsid w:val="00806DED"/>
    <w:rsid w:val="00806FF4"/>
    <w:rsid w:val="008079EF"/>
    <w:rsid w:val="00810904"/>
    <w:rsid w:val="00814F7F"/>
    <w:rsid w:val="00821052"/>
    <w:rsid w:val="00822F99"/>
    <w:rsid w:val="00823DFD"/>
    <w:rsid w:val="008241A5"/>
    <w:rsid w:val="00824D67"/>
    <w:rsid w:val="00830E5A"/>
    <w:rsid w:val="0083155B"/>
    <w:rsid w:val="00833339"/>
    <w:rsid w:val="00833C3C"/>
    <w:rsid w:val="008349CC"/>
    <w:rsid w:val="00835DFB"/>
    <w:rsid w:val="0084093B"/>
    <w:rsid w:val="00841F82"/>
    <w:rsid w:val="00842286"/>
    <w:rsid w:val="00846B12"/>
    <w:rsid w:val="0085494B"/>
    <w:rsid w:val="008551E6"/>
    <w:rsid w:val="00861718"/>
    <w:rsid w:val="008635D3"/>
    <w:rsid w:val="008641A9"/>
    <w:rsid w:val="008642E6"/>
    <w:rsid w:val="00864420"/>
    <w:rsid w:val="00864F98"/>
    <w:rsid w:val="00866668"/>
    <w:rsid w:val="0086717A"/>
    <w:rsid w:val="0087029E"/>
    <w:rsid w:val="00871843"/>
    <w:rsid w:val="0087220B"/>
    <w:rsid w:val="00873658"/>
    <w:rsid w:val="008750F4"/>
    <w:rsid w:val="008818E9"/>
    <w:rsid w:val="00882E5A"/>
    <w:rsid w:val="00882F77"/>
    <w:rsid w:val="00884408"/>
    <w:rsid w:val="00886A30"/>
    <w:rsid w:val="00886A44"/>
    <w:rsid w:val="00890221"/>
    <w:rsid w:val="00891510"/>
    <w:rsid w:val="00892AE4"/>
    <w:rsid w:val="00893B98"/>
    <w:rsid w:val="008A175B"/>
    <w:rsid w:val="008A30B7"/>
    <w:rsid w:val="008A3EFF"/>
    <w:rsid w:val="008A4F53"/>
    <w:rsid w:val="008A52D0"/>
    <w:rsid w:val="008A691B"/>
    <w:rsid w:val="008A7A9D"/>
    <w:rsid w:val="008B780D"/>
    <w:rsid w:val="008C2B7B"/>
    <w:rsid w:val="008C41CF"/>
    <w:rsid w:val="008C57F1"/>
    <w:rsid w:val="008C6F46"/>
    <w:rsid w:val="008D12BB"/>
    <w:rsid w:val="008D3566"/>
    <w:rsid w:val="008D5254"/>
    <w:rsid w:val="008D5703"/>
    <w:rsid w:val="008D726D"/>
    <w:rsid w:val="008E0229"/>
    <w:rsid w:val="008E03DA"/>
    <w:rsid w:val="008E16E7"/>
    <w:rsid w:val="008E3ED5"/>
    <w:rsid w:val="008E4ABA"/>
    <w:rsid w:val="008E5E5D"/>
    <w:rsid w:val="008F1EC1"/>
    <w:rsid w:val="008F2F71"/>
    <w:rsid w:val="008F4E08"/>
    <w:rsid w:val="008F7113"/>
    <w:rsid w:val="00904599"/>
    <w:rsid w:val="009144CB"/>
    <w:rsid w:val="009150B1"/>
    <w:rsid w:val="00915E7B"/>
    <w:rsid w:val="00917510"/>
    <w:rsid w:val="00920497"/>
    <w:rsid w:val="009218CD"/>
    <w:rsid w:val="00922231"/>
    <w:rsid w:val="00923228"/>
    <w:rsid w:val="00923432"/>
    <w:rsid w:val="0093155A"/>
    <w:rsid w:val="009407F1"/>
    <w:rsid w:val="00940BDB"/>
    <w:rsid w:val="00943F56"/>
    <w:rsid w:val="00944F70"/>
    <w:rsid w:val="009468ED"/>
    <w:rsid w:val="00946E77"/>
    <w:rsid w:val="00947D55"/>
    <w:rsid w:val="00950BEA"/>
    <w:rsid w:val="00951E19"/>
    <w:rsid w:val="00953CED"/>
    <w:rsid w:val="009571C5"/>
    <w:rsid w:val="0096362D"/>
    <w:rsid w:val="0096663D"/>
    <w:rsid w:val="00966B26"/>
    <w:rsid w:val="00966BF1"/>
    <w:rsid w:val="009677BC"/>
    <w:rsid w:val="00971E08"/>
    <w:rsid w:val="00972C81"/>
    <w:rsid w:val="00973DD2"/>
    <w:rsid w:val="00974688"/>
    <w:rsid w:val="00981E31"/>
    <w:rsid w:val="00982354"/>
    <w:rsid w:val="00983570"/>
    <w:rsid w:val="009843ED"/>
    <w:rsid w:val="00984BA2"/>
    <w:rsid w:val="0099170A"/>
    <w:rsid w:val="00991935"/>
    <w:rsid w:val="00991D91"/>
    <w:rsid w:val="009929B4"/>
    <w:rsid w:val="00994149"/>
    <w:rsid w:val="009A1EB6"/>
    <w:rsid w:val="009A4BC4"/>
    <w:rsid w:val="009A4F2C"/>
    <w:rsid w:val="009A4FC5"/>
    <w:rsid w:val="009A5106"/>
    <w:rsid w:val="009A5321"/>
    <w:rsid w:val="009A6917"/>
    <w:rsid w:val="009C7690"/>
    <w:rsid w:val="009D28B8"/>
    <w:rsid w:val="009D29AD"/>
    <w:rsid w:val="009D58D0"/>
    <w:rsid w:val="009D66CF"/>
    <w:rsid w:val="009D6A47"/>
    <w:rsid w:val="009D7F64"/>
    <w:rsid w:val="009E12E5"/>
    <w:rsid w:val="009E2441"/>
    <w:rsid w:val="009E2947"/>
    <w:rsid w:val="009E2A80"/>
    <w:rsid w:val="009E3570"/>
    <w:rsid w:val="009E3B52"/>
    <w:rsid w:val="009E4177"/>
    <w:rsid w:val="009F254F"/>
    <w:rsid w:val="009F3B6E"/>
    <w:rsid w:val="009F778E"/>
    <w:rsid w:val="00A025DC"/>
    <w:rsid w:val="00A05681"/>
    <w:rsid w:val="00A066B8"/>
    <w:rsid w:val="00A06CCF"/>
    <w:rsid w:val="00A06D03"/>
    <w:rsid w:val="00A109B3"/>
    <w:rsid w:val="00A1169D"/>
    <w:rsid w:val="00A11AFD"/>
    <w:rsid w:val="00A148F9"/>
    <w:rsid w:val="00A16074"/>
    <w:rsid w:val="00A2233C"/>
    <w:rsid w:val="00A22383"/>
    <w:rsid w:val="00A22537"/>
    <w:rsid w:val="00A23B36"/>
    <w:rsid w:val="00A24BE6"/>
    <w:rsid w:val="00A32CA7"/>
    <w:rsid w:val="00A35F74"/>
    <w:rsid w:val="00A40C07"/>
    <w:rsid w:val="00A41B71"/>
    <w:rsid w:val="00A46D1A"/>
    <w:rsid w:val="00A51A28"/>
    <w:rsid w:val="00A52FCC"/>
    <w:rsid w:val="00A56D26"/>
    <w:rsid w:val="00A5792E"/>
    <w:rsid w:val="00A613D4"/>
    <w:rsid w:val="00A6262D"/>
    <w:rsid w:val="00A644E0"/>
    <w:rsid w:val="00A667C6"/>
    <w:rsid w:val="00A66A14"/>
    <w:rsid w:val="00A674B8"/>
    <w:rsid w:val="00A67E9F"/>
    <w:rsid w:val="00A71B14"/>
    <w:rsid w:val="00A7650D"/>
    <w:rsid w:val="00A777FB"/>
    <w:rsid w:val="00A77831"/>
    <w:rsid w:val="00A81017"/>
    <w:rsid w:val="00A81100"/>
    <w:rsid w:val="00A8214C"/>
    <w:rsid w:val="00A83103"/>
    <w:rsid w:val="00A83CEE"/>
    <w:rsid w:val="00A845F7"/>
    <w:rsid w:val="00A86D0A"/>
    <w:rsid w:val="00A91001"/>
    <w:rsid w:val="00A91E8E"/>
    <w:rsid w:val="00A93B0E"/>
    <w:rsid w:val="00A94A29"/>
    <w:rsid w:val="00A94C9B"/>
    <w:rsid w:val="00AA01FD"/>
    <w:rsid w:val="00AA32AD"/>
    <w:rsid w:val="00AA4318"/>
    <w:rsid w:val="00AA667D"/>
    <w:rsid w:val="00AA69AF"/>
    <w:rsid w:val="00AA7DA8"/>
    <w:rsid w:val="00AA7E4F"/>
    <w:rsid w:val="00AB0A7B"/>
    <w:rsid w:val="00AB10BB"/>
    <w:rsid w:val="00AB38C0"/>
    <w:rsid w:val="00AB3A87"/>
    <w:rsid w:val="00AB47B5"/>
    <w:rsid w:val="00AB5506"/>
    <w:rsid w:val="00AB7CE6"/>
    <w:rsid w:val="00AC04D6"/>
    <w:rsid w:val="00AC7BA3"/>
    <w:rsid w:val="00AC7E0A"/>
    <w:rsid w:val="00AD1B99"/>
    <w:rsid w:val="00AD4C4E"/>
    <w:rsid w:val="00AD7357"/>
    <w:rsid w:val="00AD7CED"/>
    <w:rsid w:val="00AE2890"/>
    <w:rsid w:val="00AE36F2"/>
    <w:rsid w:val="00AE3D4E"/>
    <w:rsid w:val="00AE449C"/>
    <w:rsid w:val="00AE7BEE"/>
    <w:rsid w:val="00AECAAD"/>
    <w:rsid w:val="00AF155D"/>
    <w:rsid w:val="00AF2CCC"/>
    <w:rsid w:val="00AF389A"/>
    <w:rsid w:val="00AF39B8"/>
    <w:rsid w:val="00AF666C"/>
    <w:rsid w:val="00AF6A6D"/>
    <w:rsid w:val="00B001EF"/>
    <w:rsid w:val="00B00BE1"/>
    <w:rsid w:val="00B039B1"/>
    <w:rsid w:val="00B03EDB"/>
    <w:rsid w:val="00B04589"/>
    <w:rsid w:val="00B04BD6"/>
    <w:rsid w:val="00B05056"/>
    <w:rsid w:val="00B051E4"/>
    <w:rsid w:val="00B0539E"/>
    <w:rsid w:val="00B06248"/>
    <w:rsid w:val="00B06BE1"/>
    <w:rsid w:val="00B15264"/>
    <w:rsid w:val="00B15A2A"/>
    <w:rsid w:val="00B163AF"/>
    <w:rsid w:val="00B175B5"/>
    <w:rsid w:val="00B22639"/>
    <w:rsid w:val="00B246E0"/>
    <w:rsid w:val="00B263E4"/>
    <w:rsid w:val="00B30557"/>
    <w:rsid w:val="00B340A4"/>
    <w:rsid w:val="00B34EDD"/>
    <w:rsid w:val="00B37FA0"/>
    <w:rsid w:val="00B4278C"/>
    <w:rsid w:val="00B4541D"/>
    <w:rsid w:val="00B51EB6"/>
    <w:rsid w:val="00B5259E"/>
    <w:rsid w:val="00B52CE0"/>
    <w:rsid w:val="00B56311"/>
    <w:rsid w:val="00B56A1E"/>
    <w:rsid w:val="00B610A0"/>
    <w:rsid w:val="00B62D4C"/>
    <w:rsid w:val="00B63E4F"/>
    <w:rsid w:val="00B64629"/>
    <w:rsid w:val="00B64CFE"/>
    <w:rsid w:val="00B672DF"/>
    <w:rsid w:val="00B67915"/>
    <w:rsid w:val="00B717C3"/>
    <w:rsid w:val="00B73C9A"/>
    <w:rsid w:val="00B7440A"/>
    <w:rsid w:val="00B82A84"/>
    <w:rsid w:val="00B87230"/>
    <w:rsid w:val="00B921B3"/>
    <w:rsid w:val="00B925E2"/>
    <w:rsid w:val="00B9334B"/>
    <w:rsid w:val="00BA03EF"/>
    <w:rsid w:val="00BA040E"/>
    <w:rsid w:val="00BA1AB7"/>
    <w:rsid w:val="00BA57E9"/>
    <w:rsid w:val="00BA5E1A"/>
    <w:rsid w:val="00BA655A"/>
    <w:rsid w:val="00BB116F"/>
    <w:rsid w:val="00BB3710"/>
    <w:rsid w:val="00BB3D03"/>
    <w:rsid w:val="00BB59D0"/>
    <w:rsid w:val="00BC23BC"/>
    <w:rsid w:val="00BC25E8"/>
    <w:rsid w:val="00BD194C"/>
    <w:rsid w:val="00BD2B02"/>
    <w:rsid w:val="00BE0185"/>
    <w:rsid w:val="00BE1AA0"/>
    <w:rsid w:val="00BE2E93"/>
    <w:rsid w:val="00BE6D74"/>
    <w:rsid w:val="00BF0A00"/>
    <w:rsid w:val="00BF238B"/>
    <w:rsid w:val="00BF2637"/>
    <w:rsid w:val="00BF3634"/>
    <w:rsid w:val="00BF683A"/>
    <w:rsid w:val="00C0037C"/>
    <w:rsid w:val="00C05E68"/>
    <w:rsid w:val="00C105C2"/>
    <w:rsid w:val="00C1358A"/>
    <w:rsid w:val="00C13F19"/>
    <w:rsid w:val="00C15F3D"/>
    <w:rsid w:val="00C247E7"/>
    <w:rsid w:val="00C26134"/>
    <w:rsid w:val="00C30AA9"/>
    <w:rsid w:val="00C30CA2"/>
    <w:rsid w:val="00C37519"/>
    <w:rsid w:val="00C4051D"/>
    <w:rsid w:val="00C407A0"/>
    <w:rsid w:val="00C40C98"/>
    <w:rsid w:val="00C43A37"/>
    <w:rsid w:val="00C4429E"/>
    <w:rsid w:val="00C452EE"/>
    <w:rsid w:val="00C47898"/>
    <w:rsid w:val="00C51A25"/>
    <w:rsid w:val="00C51B31"/>
    <w:rsid w:val="00C51F23"/>
    <w:rsid w:val="00C52C27"/>
    <w:rsid w:val="00C534A9"/>
    <w:rsid w:val="00C534C1"/>
    <w:rsid w:val="00C548F3"/>
    <w:rsid w:val="00C63322"/>
    <w:rsid w:val="00C644A1"/>
    <w:rsid w:val="00C665B1"/>
    <w:rsid w:val="00C718D6"/>
    <w:rsid w:val="00C743B7"/>
    <w:rsid w:val="00C74748"/>
    <w:rsid w:val="00C82D1E"/>
    <w:rsid w:val="00C843C6"/>
    <w:rsid w:val="00C93402"/>
    <w:rsid w:val="00C93607"/>
    <w:rsid w:val="00C9628E"/>
    <w:rsid w:val="00C962D8"/>
    <w:rsid w:val="00CA4D65"/>
    <w:rsid w:val="00CA70FA"/>
    <w:rsid w:val="00CA7B39"/>
    <w:rsid w:val="00CB1238"/>
    <w:rsid w:val="00CB2219"/>
    <w:rsid w:val="00CB228A"/>
    <w:rsid w:val="00CB5526"/>
    <w:rsid w:val="00CB6B9B"/>
    <w:rsid w:val="00CB7403"/>
    <w:rsid w:val="00CC10D2"/>
    <w:rsid w:val="00CC38CA"/>
    <w:rsid w:val="00CC4354"/>
    <w:rsid w:val="00CC444C"/>
    <w:rsid w:val="00CC4A3E"/>
    <w:rsid w:val="00CC4D03"/>
    <w:rsid w:val="00CD0931"/>
    <w:rsid w:val="00CD0F35"/>
    <w:rsid w:val="00CD1D53"/>
    <w:rsid w:val="00CD218D"/>
    <w:rsid w:val="00CD3B4E"/>
    <w:rsid w:val="00CD60B3"/>
    <w:rsid w:val="00CD74B2"/>
    <w:rsid w:val="00CE273A"/>
    <w:rsid w:val="00CF0DCC"/>
    <w:rsid w:val="00CF11BA"/>
    <w:rsid w:val="00CF17E3"/>
    <w:rsid w:val="00CF22FD"/>
    <w:rsid w:val="00CF274B"/>
    <w:rsid w:val="00CF445C"/>
    <w:rsid w:val="00CF4DCC"/>
    <w:rsid w:val="00CF5898"/>
    <w:rsid w:val="00D02BF9"/>
    <w:rsid w:val="00D04771"/>
    <w:rsid w:val="00D05BF4"/>
    <w:rsid w:val="00D10215"/>
    <w:rsid w:val="00D11260"/>
    <w:rsid w:val="00D11834"/>
    <w:rsid w:val="00D128A2"/>
    <w:rsid w:val="00D151C6"/>
    <w:rsid w:val="00D15A52"/>
    <w:rsid w:val="00D15E8B"/>
    <w:rsid w:val="00D20FB5"/>
    <w:rsid w:val="00D213B9"/>
    <w:rsid w:val="00D2359D"/>
    <w:rsid w:val="00D24D7A"/>
    <w:rsid w:val="00D24E86"/>
    <w:rsid w:val="00D26775"/>
    <w:rsid w:val="00D301C9"/>
    <w:rsid w:val="00D30501"/>
    <w:rsid w:val="00D32D2A"/>
    <w:rsid w:val="00D34407"/>
    <w:rsid w:val="00D34514"/>
    <w:rsid w:val="00D35534"/>
    <w:rsid w:val="00D357E9"/>
    <w:rsid w:val="00D3660E"/>
    <w:rsid w:val="00D36D33"/>
    <w:rsid w:val="00D424B8"/>
    <w:rsid w:val="00D431E2"/>
    <w:rsid w:val="00D447B2"/>
    <w:rsid w:val="00D45546"/>
    <w:rsid w:val="00D45E5D"/>
    <w:rsid w:val="00D47B3F"/>
    <w:rsid w:val="00D47D6D"/>
    <w:rsid w:val="00D515F4"/>
    <w:rsid w:val="00D55302"/>
    <w:rsid w:val="00D5678A"/>
    <w:rsid w:val="00D67BD9"/>
    <w:rsid w:val="00D704B5"/>
    <w:rsid w:val="00D70539"/>
    <w:rsid w:val="00D714EC"/>
    <w:rsid w:val="00D75443"/>
    <w:rsid w:val="00D768B6"/>
    <w:rsid w:val="00D76B5F"/>
    <w:rsid w:val="00D7722A"/>
    <w:rsid w:val="00D81DD3"/>
    <w:rsid w:val="00D853D4"/>
    <w:rsid w:val="00D85CF1"/>
    <w:rsid w:val="00D85F11"/>
    <w:rsid w:val="00D87796"/>
    <w:rsid w:val="00D96F78"/>
    <w:rsid w:val="00DA212C"/>
    <w:rsid w:val="00DA2D0E"/>
    <w:rsid w:val="00DA3D62"/>
    <w:rsid w:val="00DA60B3"/>
    <w:rsid w:val="00DA7562"/>
    <w:rsid w:val="00DB1534"/>
    <w:rsid w:val="00DB371A"/>
    <w:rsid w:val="00DB4A3E"/>
    <w:rsid w:val="00DB7703"/>
    <w:rsid w:val="00DC18F0"/>
    <w:rsid w:val="00DC3BBD"/>
    <w:rsid w:val="00DC3C54"/>
    <w:rsid w:val="00DC4214"/>
    <w:rsid w:val="00DC43A2"/>
    <w:rsid w:val="00DC78C7"/>
    <w:rsid w:val="00DD65CF"/>
    <w:rsid w:val="00DD682B"/>
    <w:rsid w:val="00DE0BE6"/>
    <w:rsid w:val="00DE30AE"/>
    <w:rsid w:val="00DE46EF"/>
    <w:rsid w:val="00DF0861"/>
    <w:rsid w:val="00DF6BCC"/>
    <w:rsid w:val="00E00AB3"/>
    <w:rsid w:val="00E02CE8"/>
    <w:rsid w:val="00E030C0"/>
    <w:rsid w:val="00E0317E"/>
    <w:rsid w:val="00E0430C"/>
    <w:rsid w:val="00E065F6"/>
    <w:rsid w:val="00E06E56"/>
    <w:rsid w:val="00E07870"/>
    <w:rsid w:val="00E07DEB"/>
    <w:rsid w:val="00E25389"/>
    <w:rsid w:val="00E26373"/>
    <w:rsid w:val="00E27317"/>
    <w:rsid w:val="00E343EC"/>
    <w:rsid w:val="00E357B0"/>
    <w:rsid w:val="00E41898"/>
    <w:rsid w:val="00E44CAB"/>
    <w:rsid w:val="00E50A05"/>
    <w:rsid w:val="00E527C5"/>
    <w:rsid w:val="00E60622"/>
    <w:rsid w:val="00E60746"/>
    <w:rsid w:val="00E67CAD"/>
    <w:rsid w:val="00E70339"/>
    <w:rsid w:val="00E704F7"/>
    <w:rsid w:val="00E71DFF"/>
    <w:rsid w:val="00E733A5"/>
    <w:rsid w:val="00E748A5"/>
    <w:rsid w:val="00E750BF"/>
    <w:rsid w:val="00E76232"/>
    <w:rsid w:val="00E76246"/>
    <w:rsid w:val="00E81FA9"/>
    <w:rsid w:val="00E84E26"/>
    <w:rsid w:val="00E8643F"/>
    <w:rsid w:val="00E87E4C"/>
    <w:rsid w:val="00E90B24"/>
    <w:rsid w:val="00E90F9D"/>
    <w:rsid w:val="00E91AC0"/>
    <w:rsid w:val="00E9203F"/>
    <w:rsid w:val="00E92142"/>
    <w:rsid w:val="00E95F16"/>
    <w:rsid w:val="00E96362"/>
    <w:rsid w:val="00EA0F51"/>
    <w:rsid w:val="00EA1210"/>
    <w:rsid w:val="00EA3784"/>
    <w:rsid w:val="00EA6B26"/>
    <w:rsid w:val="00EB157A"/>
    <w:rsid w:val="00EB26C2"/>
    <w:rsid w:val="00EB30D7"/>
    <w:rsid w:val="00EB450B"/>
    <w:rsid w:val="00EB6722"/>
    <w:rsid w:val="00EC0F87"/>
    <w:rsid w:val="00EC206E"/>
    <w:rsid w:val="00EC2A0A"/>
    <w:rsid w:val="00EC5F30"/>
    <w:rsid w:val="00EC6711"/>
    <w:rsid w:val="00EC71B7"/>
    <w:rsid w:val="00EC7202"/>
    <w:rsid w:val="00ED31D3"/>
    <w:rsid w:val="00ED4804"/>
    <w:rsid w:val="00ED56A1"/>
    <w:rsid w:val="00ED64C7"/>
    <w:rsid w:val="00EE0914"/>
    <w:rsid w:val="00EE518D"/>
    <w:rsid w:val="00EE6077"/>
    <w:rsid w:val="00EE6B19"/>
    <w:rsid w:val="00EE6ECB"/>
    <w:rsid w:val="00EF1306"/>
    <w:rsid w:val="00EF1E1B"/>
    <w:rsid w:val="00EF4B7F"/>
    <w:rsid w:val="00EF4C15"/>
    <w:rsid w:val="00EF7237"/>
    <w:rsid w:val="00F00512"/>
    <w:rsid w:val="00F03D1A"/>
    <w:rsid w:val="00F0646A"/>
    <w:rsid w:val="00F06899"/>
    <w:rsid w:val="00F15F62"/>
    <w:rsid w:val="00F16A9D"/>
    <w:rsid w:val="00F17AD4"/>
    <w:rsid w:val="00F2407B"/>
    <w:rsid w:val="00F25A7C"/>
    <w:rsid w:val="00F25AA5"/>
    <w:rsid w:val="00F25DA5"/>
    <w:rsid w:val="00F3068F"/>
    <w:rsid w:val="00F368B5"/>
    <w:rsid w:val="00F36B70"/>
    <w:rsid w:val="00F37FFE"/>
    <w:rsid w:val="00F425CB"/>
    <w:rsid w:val="00F43CB1"/>
    <w:rsid w:val="00F44497"/>
    <w:rsid w:val="00F511AB"/>
    <w:rsid w:val="00F519ED"/>
    <w:rsid w:val="00F52250"/>
    <w:rsid w:val="00F54681"/>
    <w:rsid w:val="00F56B00"/>
    <w:rsid w:val="00F5729E"/>
    <w:rsid w:val="00F60A4A"/>
    <w:rsid w:val="00F61266"/>
    <w:rsid w:val="00F61D70"/>
    <w:rsid w:val="00F645BC"/>
    <w:rsid w:val="00F6697F"/>
    <w:rsid w:val="00F66BE3"/>
    <w:rsid w:val="00F70D9C"/>
    <w:rsid w:val="00F73459"/>
    <w:rsid w:val="00F76282"/>
    <w:rsid w:val="00F7774A"/>
    <w:rsid w:val="00F779A3"/>
    <w:rsid w:val="00F82612"/>
    <w:rsid w:val="00F8539B"/>
    <w:rsid w:val="00F92F89"/>
    <w:rsid w:val="00F93F94"/>
    <w:rsid w:val="00F94985"/>
    <w:rsid w:val="00F951A9"/>
    <w:rsid w:val="00F966E4"/>
    <w:rsid w:val="00F972C1"/>
    <w:rsid w:val="00F97643"/>
    <w:rsid w:val="00FA2258"/>
    <w:rsid w:val="00FA390F"/>
    <w:rsid w:val="00FA46B9"/>
    <w:rsid w:val="00FA49AA"/>
    <w:rsid w:val="00FA5BBD"/>
    <w:rsid w:val="00FA7250"/>
    <w:rsid w:val="00FB0623"/>
    <w:rsid w:val="00FB38EE"/>
    <w:rsid w:val="00FB3D67"/>
    <w:rsid w:val="00FB484E"/>
    <w:rsid w:val="00FB4958"/>
    <w:rsid w:val="00FB4DA7"/>
    <w:rsid w:val="00FB68A4"/>
    <w:rsid w:val="00FC29CB"/>
    <w:rsid w:val="00FC7394"/>
    <w:rsid w:val="00FC7F22"/>
    <w:rsid w:val="00FD4408"/>
    <w:rsid w:val="00FD63F0"/>
    <w:rsid w:val="00FD7163"/>
    <w:rsid w:val="00FD7A60"/>
    <w:rsid w:val="00FE1766"/>
    <w:rsid w:val="00FE670F"/>
    <w:rsid w:val="00FF07FC"/>
    <w:rsid w:val="00FF0BFD"/>
    <w:rsid w:val="00FF2B0C"/>
    <w:rsid w:val="00FF3432"/>
    <w:rsid w:val="00FF493F"/>
    <w:rsid w:val="01804E84"/>
    <w:rsid w:val="024F1DFE"/>
    <w:rsid w:val="031C1EE5"/>
    <w:rsid w:val="0435CDD2"/>
    <w:rsid w:val="05289C0E"/>
    <w:rsid w:val="05954391"/>
    <w:rsid w:val="05D19E33"/>
    <w:rsid w:val="072D85B2"/>
    <w:rsid w:val="07875D5E"/>
    <w:rsid w:val="078BF87A"/>
    <w:rsid w:val="086A03C0"/>
    <w:rsid w:val="094DFD52"/>
    <w:rsid w:val="0AA50F56"/>
    <w:rsid w:val="0AED84DD"/>
    <w:rsid w:val="0C610EA1"/>
    <w:rsid w:val="0CCC4C93"/>
    <w:rsid w:val="0F35211C"/>
    <w:rsid w:val="0F62C7BC"/>
    <w:rsid w:val="100E8C3C"/>
    <w:rsid w:val="1332E2F7"/>
    <w:rsid w:val="13A8DBFF"/>
    <w:rsid w:val="14AAE3B5"/>
    <w:rsid w:val="14B0B812"/>
    <w:rsid w:val="17A70875"/>
    <w:rsid w:val="1960E99A"/>
    <w:rsid w:val="1AC3093A"/>
    <w:rsid w:val="1AC99086"/>
    <w:rsid w:val="1B1C19C3"/>
    <w:rsid w:val="1BBB3B87"/>
    <w:rsid w:val="1C5EF107"/>
    <w:rsid w:val="1F5B06DD"/>
    <w:rsid w:val="1FE03AF9"/>
    <w:rsid w:val="204EB669"/>
    <w:rsid w:val="2132622A"/>
    <w:rsid w:val="21437465"/>
    <w:rsid w:val="21A6D85C"/>
    <w:rsid w:val="220C1A1B"/>
    <w:rsid w:val="264B622B"/>
    <w:rsid w:val="26576A6F"/>
    <w:rsid w:val="27544A19"/>
    <w:rsid w:val="280D6EC0"/>
    <w:rsid w:val="28820A14"/>
    <w:rsid w:val="2CA7A4EE"/>
    <w:rsid w:val="2CC79A7D"/>
    <w:rsid w:val="2EB45D98"/>
    <w:rsid w:val="2F49DD6A"/>
    <w:rsid w:val="2FA42A1A"/>
    <w:rsid w:val="319CAA12"/>
    <w:rsid w:val="330EABA6"/>
    <w:rsid w:val="331E3B5B"/>
    <w:rsid w:val="3324789A"/>
    <w:rsid w:val="3445E971"/>
    <w:rsid w:val="34B3C3BC"/>
    <w:rsid w:val="34C8D06D"/>
    <w:rsid w:val="387939B1"/>
    <w:rsid w:val="3B26A526"/>
    <w:rsid w:val="3BB0DA73"/>
    <w:rsid w:val="3BF98F18"/>
    <w:rsid w:val="3DFB0969"/>
    <w:rsid w:val="3E1F2B94"/>
    <w:rsid w:val="3F9E3026"/>
    <w:rsid w:val="3FB3011C"/>
    <w:rsid w:val="40F9355F"/>
    <w:rsid w:val="45AA45C1"/>
    <w:rsid w:val="4759C09F"/>
    <w:rsid w:val="498F73F4"/>
    <w:rsid w:val="4B73F82A"/>
    <w:rsid w:val="4C3EF836"/>
    <w:rsid w:val="4E276761"/>
    <w:rsid w:val="4E5912B0"/>
    <w:rsid w:val="4E9B00BF"/>
    <w:rsid w:val="4EC8D438"/>
    <w:rsid w:val="4F068C85"/>
    <w:rsid w:val="4F68BBFF"/>
    <w:rsid w:val="506361A0"/>
    <w:rsid w:val="514F50E0"/>
    <w:rsid w:val="51D7C828"/>
    <w:rsid w:val="52EDC208"/>
    <w:rsid w:val="53634D08"/>
    <w:rsid w:val="54345705"/>
    <w:rsid w:val="5519B1A9"/>
    <w:rsid w:val="561E29AD"/>
    <w:rsid w:val="57D7CCC8"/>
    <w:rsid w:val="591DFCF0"/>
    <w:rsid w:val="5A039869"/>
    <w:rsid w:val="5C8B8C2F"/>
    <w:rsid w:val="5E36EA94"/>
    <w:rsid w:val="61931B46"/>
    <w:rsid w:val="632EEBA7"/>
    <w:rsid w:val="64CABC08"/>
    <w:rsid w:val="66E57461"/>
    <w:rsid w:val="6A144E8F"/>
    <w:rsid w:val="6A6F9525"/>
    <w:rsid w:val="6ABC3DBD"/>
    <w:rsid w:val="6B24020C"/>
    <w:rsid w:val="6B508C36"/>
    <w:rsid w:val="6F833E61"/>
    <w:rsid w:val="700D6EAF"/>
    <w:rsid w:val="7032FFB2"/>
    <w:rsid w:val="751EFDC2"/>
    <w:rsid w:val="75B18434"/>
    <w:rsid w:val="7649C345"/>
    <w:rsid w:val="79DE8A73"/>
    <w:rsid w:val="7B058122"/>
    <w:rsid w:val="7FDA5F9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5AE07"/>
  <w15:docId w15:val="{CFFBB621-6761-4ECE-85D0-BC1258F3D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uiPriority w:val="99"/>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SmartLink">
    <w:name w:val="Smart Link"/>
    <w:basedOn w:val="Absatz-Standardschriftart"/>
    <w:uiPriority w:val="99"/>
    <w:semiHidden/>
    <w:unhideWhenUsed/>
    <w:rsid w:val="00FB4958"/>
    <w:rPr>
      <w:color w:val="0000FF"/>
      <w:u w:val="single"/>
      <w:shd w:val="clear" w:color="auto" w:fill="F3F2F1"/>
    </w:rPr>
  </w:style>
  <w:style w:type="character" w:styleId="Erwhnung">
    <w:name w:val="Mention"/>
    <w:basedOn w:val="Absatz-Standardschriftart"/>
    <w:uiPriority w:val="99"/>
    <w:unhideWhenUsed/>
    <w:rPr>
      <w:color w:val="2B579A"/>
      <w:shd w:val="clear" w:color="auto" w:fill="E6E6E6"/>
    </w:rPr>
  </w:style>
  <w:style w:type="character" w:customStyle="1" w:styleId="berschrift7Zchn">
    <w:name w:val="Überschrift 7 Zchn"/>
    <w:basedOn w:val="Absatz-Standardschriftart"/>
    <w:link w:val="berschrift7"/>
    <w:rsid w:val="00CD1D53"/>
    <w:rPr>
      <w:rFonts w:ascii="Arial" w:hAnsi="Arial" w:cs="Arial"/>
      <w:b/>
      <w:bCs/>
      <w:sz w:val="28"/>
      <w:szCs w:val="24"/>
    </w:rPr>
  </w:style>
  <w:style w:type="paragraph" w:customStyle="1" w:styleId="Default">
    <w:name w:val="Default"/>
    <w:rsid w:val="00FC7394"/>
    <w:pPr>
      <w:autoSpaceDE w:val="0"/>
      <w:autoSpaceDN w:val="0"/>
      <w:adjustRightInd w:val="0"/>
    </w:pPr>
    <w:rPr>
      <w:rFonts w:ascii="NPPBF L+ Roboto" w:hAnsi="NPPBF L+ Roboto" w:cs="NPPBF L+ Roboto"/>
      <w:color w:val="000000"/>
      <w:sz w:val="24"/>
      <w:szCs w:val="24"/>
    </w:rPr>
  </w:style>
  <w:style w:type="character" w:styleId="NichtaufgelsteErwhnung">
    <w:name w:val="Unresolved Mention"/>
    <w:basedOn w:val="Absatz-Standardschriftart"/>
    <w:uiPriority w:val="99"/>
    <w:semiHidden/>
    <w:unhideWhenUsed/>
    <w:rsid w:val="00FC7394"/>
    <w:rPr>
      <w:color w:val="605E5C"/>
      <w:shd w:val="clear" w:color="auto" w:fill="E1DFDD"/>
    </w:rPr>
  </w:style>
  <w:style w:type="paragraph" w:customStyle="1" w:styleId="Bodytext0">
    <w:name w:val="Bodytext"/>
    <w:qFormat/>
    <w:rsid w:val="00E00AB3"/>
    <w:pPr>
      <w:spacing w:line="360" w:lineRule="auto"/>
    </w:pPr>
    <w:rPr>
      <w:rFonts w:ascii="Arial" w:hAnsi="Arial"/>
      <w:sz w:val="22"/>
    </w:rPr>
  </w:style>
  <w:style w:type="character" w:customStyle="1" w:styleId="normaltextrun">
    <w:name w:val="normaltextrun"/>
    <w:basedOn w:val="Absatz-Standardschriftart"/>
    <w:rsid w:val="00A93B0E"/>
  </w:style>
  <w:style w:type="character" w:customStyle="1" w:styleId="ui-provider">
    <w:name w:val="ui-provider"/>
    <w:basedOn w:val="Absatz-Standardschriftart"/>
    <w:rsid w:val="000136BF"/>
  </w:style>
  <w:style w:type="character" w:customStyle="1" w:styleId="white-space-pre">
    <w:name w:val="white-space-pre"/>
    <w:basedOn w:val="Absatz-Standardschriftart"/>
    <w:rsid w:val="00013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29672067">
      <w:bodyDiv w:val="1"/>
      <w:marLeft w:val="0"/>
      <w:marRight w:val="0"/>
      <w:marTop w:val="0"/>
      <w:marBottom w:val="0"/>
      <w:divBdr>
        <w:top w:val="none" w:sz="0" w:space="0" w:color="auto"/>
        <w:left w:val="none" w:sz="0" w:space="0" w:color="auto"/>
        <w:bottom w:val="none" w:sz="0" w:space="0" w:color="auto"/>
        <w:right w:val="none" w:sz="0" w:space="0" w:color="auto"/>
      </w:divBdr>
      <w:divsChild>
        <w:div w:id="1765877367">
          <w:marLeft w:val="0"/>
          <w:marRight w:val="0"/>
          <w:marTop w:val="0"/>
          <w:marBottom w:val="0"/>
          <w:divBdr>
            <w:top w:val="none" w:sz="0" w:space="0" w:color="auto"/>
            <w:left w:val="none" w:sz="0" w:space="0" w:color="auto"/>
            <w:bottom w:val="none" w:sz="0" w:space="0" w:color="auto"/>
            <w:right w:val="none" w:sz="0" w:space="0" w:color="auto"/>
          </w:divBdr>
        </w:div>
      </w:divsChild>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264503364">
          <w:marLeft w:val="288"/>
          <w:marRight w:val="0"/>
          <w:marTop w:val="80"/>
          <w:marBottom w:val="80"/>
          <w:divBdr>
            <w:top w:val="none" w:sz="0" w:space="0" w:color="auto"/>
            <w:left w:val="none" w:sz="0" w:space="0" w:color="auto"/>
            <w:bottom w:val="none" w:sz="0" w:space="0" w:color="auto"/>
            <w:right w:val="none" w:sz="0" w:space="0" w:color="auto"/>
          </w:divBdr>
        </w:div>
        <w:div w:id="439028901">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145589962">
      <w:bodyDiv w:val="1"/>
      <w:marLeft w:val="0"/>
      <w:marRight w:val="0"/>
      <w:marTop w:val="0"/>
      <w:marBottom w:val="0"/>
      <w:divBdr>
        <w:top w:val="none" w:sz="0" w:space="0" w:color="auto"/>
        <w:left w:val="none" w:sz="0" w:space="0" w:color="auto"/>
        <w:bottom w:val="none" w:sz="0" w:space="0" w:color="auto"/>
        <w:right w:val="none" w:sz="0" w:space="0" w:color="auto"/>
      </w:divBdr>
    </w:div>
    <w:div w:id="1252813431">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453209129">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85530024">
      <w:bodyDiv w:val="1"/>
      <w:marLeft w:val="0"/>
      <w:marRight w:val="0"/>
      <w:marTop w:val="0"/>
      <w:marBottom w:val="0"/>
      <w:divBdr>
        <w:top w:val="none" w:sz="0" w:space="0" w:color="auto"/>
        <w:left w:val="none" w:sz="0" w:space="0" w:color="auto"/>
        <w:bottom w:val="none" w:sz="0" w:space="0" w:color="auto"/>
        <w:right w:val="none" w:sz="0" w:space="0" w:color="auto"/>
      </w:divBdr>
      <w:divsChild>
        <w:div w:id="912206740">
          <w:marLeft w:val="0"/>
          <w:marRight w:val="0"/>
          <w:marTop w:val="0"/>
          <w:marBottom w:val="0"/>
          <w:divBdr>
            <w:top w:val="none" w:sz="0" w:space="0" w:color="auto"/>
            <w:left w:val="none" w:sz="0" w:space="0" w:color="auto"/>
            <w:bottom w:val="none" w:sz="0" w:space="0" w:color="auto"/>
            <w:right w:val="none" w:sz="0" w:space="0" w:color="auto"/>
          </w:divBdr>
        </w:div>
      </w:divsChild>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 w:id="200516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dialog-gebaeud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0A6EDC99263244B9ECAC94054CFD683" ma:contentTypeVersion="14" ma:contentTypeDescription="Ein neues Dokument erstellen." ma:contentTypeScope="" ma:versionID="ffb67c0d56dda86879973a68d7ae3710">
  <xsd:schema xmlns:xsd="http://www.w3.org/2001/XMLSchema" xmlns:xs="http://www.w3.org/2001/XMLSchema" xmlns:p="http://schemas.microsoft.com/office/2006/metadata/properties" xmlns:ns2="e26932ce-dc66-4ec6-9c46-6914f7485c28" xmlns:ns3="889a2587-42bb-4002-a2f6-7a91704ae09e" targetNamespace="http://schemas.microsoft.com/office/2006/metadata/properties" ma:root="true" ma:fieldsID="ef35314719a716aaa3fa8881fa62aed4" ns2:_="" ns3:_="">
    <xsd:import namespace="e26932ce-dc66-4ec6-9c46-6914f7485c28"/>
    <xsd:import namespace="889a2587-42bb-4002-a2f6-7a91704ae09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6932ce-dc66-4ec6-9c46-6914f748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89a2587-42bb-4002-a2f6-7a91704ae09e"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af29251c-b4a3-4132-bdb7-353903efbe7c}" ma:internalName="TaxCatchAll" ma:showField="CatchAllData" ma:web="889a2587-42bb-4002-a2f6-7a91704ae0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889a2587-42bb-4002-a2f6-7a91704ae09e">
      <UserInfo>
        <DisplayName>Haider, Andreas</DisplayName>
        <AccountId>169</AccountId>
        <AccountType/>
      </UserInfo>
      <UserInfo>
        <DisplayName>Marco Litto</DisplayName>
        <AccountId>2711</AccountId>
        <AccountType/>
      </UserInfo>
      <UserInfo>
        <DisplayName>Katharina Plenz</DisplayName>
        <AccountId>2712</AccountId>
        <AccountType/>
      </UserInfo>
      <UserInfo>
        <DisplayName>Seitz, Sebastian</DisplayName>
        <AccountId>241</AccountId>
        <AccountType/>
      </UserInfo>
    </SharedWithUsers>
    <lcf76f155ced4ddcb4097134ff3c332f xmlns="e26932ce-dc66-4ec6-9c46-6914f7485c28">
      <Terms xmlns="http://schemas.microsoft.com/office/infopath/2007/PartnerControls"/>
    </lcf76f155ced4ddcb4097134ff3c332f>
    <TaxCatchAll xmlns="889a2587-42bb-4002-a2f6-7a91704ae09e" xsi:nil="true"/>
  </documentManagement>
</p:properties>
</file>

<file path=customXml/itemProps1.xml><?xml version="1.0" encoding="utf-8"?>
<ds:datastoreItem xmlns:ds="http://schemas.openxmlformats.org/officeDocument/2006/customXml" ds:itemID="{7AF66B33-3D85-4406-BB2F-9F83D0B7C3BA}">
  <ds:schemaRefs>
    <ds:schemaRef ds:uri="http://schemas.openxmlformats.org/officeDocument/2006/bibliography"/>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15EB7BAE-9BF1-453E-B5BF-36BA267AA9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6932ce-dc66-4ec6-9c46-6914f7485c28"/>
    <ds:schemaRef ds:uri="889a2587-42bb-4002-a2f6-7a91704ae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889a2587-42bb-4002-a2f6-7a91704ae09e"/>
    <ds:schemaRef ds:uri="e26932ce-dc66-4ec6-9c46-6914f7485c28"/>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1</Pages>
  <Words>811</Words>
  <Characters>5113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Pressemeldung Eplan Virtual Fair 2019</vt:lpstr>
    </vt:vector>
  </TitlesOfParts>
  <Company>Eplan</Company>
  <LinksUpToDate>false</LinksUpToDate>
  <CharactersWithSpaces>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subject/>
  <dc:creator>hag</dc:creator>
  <cp:keywords/>
  <cp:lastModifiedBy>Birgit Hagelschuer</cp:lastModifiedBy>
  <cp:revision>6</cp:revision>
  <cp:lastPrinted>2021-01-07T11:41:00Z</cp:lastPrinted>
  <dcterms:created xsi:type="dcterms:W3CDTF">2023-12-12T12:16:00Z</dcterms:created>
  <dcterms:modified xsi:type="dcterms:W3CDTF">2023-12-13T09:46:00Z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0x01010090A6EDC99263244B9ECAC94054CFD683</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y fmtid="{D5CDD505-2E9C-101B-9397-08002B2CF9AE}" pid="17" name="_dlc_DocIdItemGuid">
    <vt:lpwstr>ff4c3391-f7e4-43e3-958d-d6a96eb0ba17</vt:lpwstr>
  </property>
  <property fmtid="{D5CDD505-2E9C-101B-9397-08002B2CF9AE}" pid="18" name="MediaServiceImageTags">
    <vt:lpwstr/>
  </property>
</Properties>
</file>